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54B24" w14:textId="522AD3E9" w:rsidR="00A24173" w:rsidRDefault="00325B0E" w:rsidP="00A24173">
      <w:pPr>
        <w:pStyle w:val="aff0"/>
      </w:pPr>
      <w:r>
        <w:rPr>
          <w:rFonts w:hint="eastAsia"/>
        </w:rPr>
        <w:t>全電機研</w:t>
      </w:r>
      <w:r w:rsidR="00594D07">
        <w:rPr>
          <w:rFonts w:hint="eastAsia"/>
        </w:rPr>
        <w:t xml:space="preserve">実第　</w:t>
      </w:r>
      <w:r w:rsidR="00CD7318">
        <w:rPr>
          <w:rFonts w:hint="eastAsia"/>
        </w:rPr>
        <w:t>１</w:t>
      </w:r>
      <w:r w:rsidR="00594D07">
        <w:rPr>
          <w:rFonts w:hint="eastAsia"/>
        </w:rPr>
        <w:t xml:space="preserve">　号</w:t>
      </w:r>
    </w:p>
    <w:p w14:paraId="331AB1FD" w14:textId="29D332C5" w:rsidR="00594D07" w:rsidRDefault="009464B2" w:rsidP="00A24173">
      <w:pPr>
        <w:pStyle w:val="aff0"/>
      </w:pPr>
      <w:r w:rsidRPr="002C65D3">
        <w:rPr>
          <w:rFonts w:hint="eastAsia"/>
          <w:spacing w:val="13"/>
          <w:kern w:val="0"/>
          <w:fitText w:val="2100" w:id="-1230860031"/>
        </w:rPr>
        <w:t>令和</w:t>
      </w:r>
      <w:r w:rsidR="00A102A8" w:rsidRPr="002C65D3">
        <w:rPr>
          <w:rFonts w:hint="eastAsia"/>
          <w:spacing w:val="13"/>
          <w:kern w:val="0"/>
          <w:fitText w:val="2100" w:id="-1230860031"/>
        </w:rPr>
        <w:t>５</w:t>
      </w:r>
      <w:r w:rsidR="00594D07" w:rsidRPr="002C65D3">
        <w:rPr>
          <w:rFonts w:hint="eastAsia"/>
          <w:spacing w:val="13"/>
          <w:kern w:val="0"/>
          <w:fitText w:val="2100" w:id="-1230860031"/>
        </w:rPr>
        <w:t>年</w:t>
      </w:r>
      <w:r w:rsidR="00DB3722" w:rsidRPr="002C65D3">
        <w:rPr>
          <w:rFonts w:hint="eastAsia"/>
          <w:spacing w:val="13"/>
          <w:kern w:val="0"/>
          <w:fitText w:val="2100" w:id="-1230860031"/>
        </w:rPr>
        <w:t>６</w:t>
      </w:r>
      <w:r w:rsidR="00594D07" w:rsidRPr="002C65D3">
        <w:rPr>
          <w:rFonts w:hint="eastAsia"/>
          <w:spacing w:val="13"/>
          <w:kern w:val="0"/>
          <w:fitText w:val="2100" w:id="-1230860031"/>
        </w:rPr>
        <w:t>月</w:t>
      </w:r>
      <w:r w:rsidR="002C65D3" w:rsidRPr="002C65D3">
        <w:rPr>
          <w:rFonts w:hint="eastAsia"/>
          <w:spacing w:val="13"/>
          <w:kern w:val="0"/>
          <w:fitText w:val="2100" w:id="-1230860031"/>
        </w:rPr>
        <w:t>３０</w:t>
      </w:r>
      <w:bookmarkStart w:id="0" w:name="_GoBack"/>
      <w:bookmarkEnd w:id="0"/>
      <w:r w:rsidR="00594D07" w:rsidRPr="002C65D3">
        <w:rPr>
          <w:rFonts w:hint="eastAsia"/>
          <w:spacing w:val="1"/>
          <w:kern w:val="0"/>
          <w:fitText w:val="2100" w:id="-1230860031"/>
        </w:rPr>
        <w:t>日</w:t>
      </w:r>
    </w:p>
    <w:p w14:paraId="48895690" w14:textId="5AC4449F" w:rsidR="009B5AA3" w:rsidRDefault="009B5AA3" w:rsidP="00A24173">
      <w:pPr>
        <w:pStyle w:val="aff0"/>
      </w:pPr>
    </w:p>
    <w:p w14:paraId="36D0DAD5" w14:textId="0A193A10" w:rsidR="009257F2" w:rsidRDefault="005557DE" w:rsidP="009257F2">
      <w:pPr>
        <w:pStyle w:val="aff1"/>
      </w:pPr>
      <w:r>
        <w:rPr>
          <w:rFonts w:hint="eastAsia"/>
        </w:rPr>
        <w:t>全国電子機械教育研究会</w:t>
      </w:r>
      <w:r w:rsidR="009257F2">
        <w:br/>
      </w:r>
      <w:r w:rsidR="009257F2">
        <w:rPr>
          <w:rFonts w:hint="eastAsia"/>
        </w:rPr>
        <w:t>関係高等学校長　様</w:t>
      </w:r>
    </w:p>
    <w:p w14:paraId="04D51BB5" w14:textId="7E94A273" w:rsidR="009257F2" w:rsidRDefault="009257F2" w:rsidP="009257F2">
      <w:pPr>
        <w:pStyle w:val="aff1"/>
      </w:pPr>
    </w:p>
    <w:p w14:paraId="79832CB6" w14:textId="013D85F6" w:rsidR="00D97373" w:rsidRPr="003843B1" w:rsidRDefault="00D97373" w:rsidP="00BF32B4">
      <w:pPr>
        <w:pStyle w:val="aff2"/>
        <w:ind w:left="700" w:hanging="280"/>
        <w:rPr>
          <w:kern w:val="0"/>
        </w:rPr>
      </w:pPr>
      <w:r w:rsidRPr="006D4BAB">
        <w:rPr>
          <w:rFonts w:hint="eastAsia"/>
          <w:spacing w:val="70"/>
          <w:kern w:val="0"/>
          <w:fitText w:val="4410" w:id="-1497092352"/>
        </w:rPr>
        <w:t>全国電子機械教育研究会</w:t>
      </w:r>
      <w:r w:rsidR="003843B1" w:rsidRPr="006D4BAB">
        <w:rPr>
          <w:rFonts w:hint="eastAsia"/>
          <w:spacing w:val="70"/>
          <w:kern w:val="0"/>
          <w:fitText w:val="4410" w:id="-1497092352"/>
        </w:rPr>
        <w:t>会</w:t>
      </w:r>
      <w:r w:rsidR="003843B1" w:rsidRPr="006D4BAB">
        <w:rPr>
          <w:rFonts w:hint="eastAsia"/>
          <w:kern w:val="0"/>
          <w:fitText w:val="4410" w:id="-1497092352"/>
        </w:rPr>
        <w:t>長</w:t>
      </w:r>
    </w:p>
    <w:p w14:paraId="0DD1611C" w14:textId="49496384" w:rsidR="003843B1" w:rsidRDefault="00A102A8" w:rsidP="00C23F64">
      <w:pPr>
        <w:pStyle w:val="aff2"/>
        <w:ind w:left="700" w:hanging="280"/>
        <w:rPr>
          <w:kern w:val="0"/>
        </w:rPr>
      </w:pPr>
      <w:r w:rsidRPr="006D4BAB">
        <w:rPr>
          <w:rFonts w:hint="eastAsia"/>
          <w:spacing w:val="70"/>
          <w:kern w:val="0"/>
          <w:fitText w:val="4410" w:id="-1497092351"/>
        </w:rPr>
        <w:t>愛媛</w:t>
      </w:r>
      <w:r w:rsidR="004D25CD" w:rsidRPr="006D4BAB">
        <w:rPr>
          <w:rFonts w:hint="eastAsia"/>
          <w:spacing w:val="70"/>
          <w:kern w:val="0"/>
          <w:fitText w:val="4410" w:id="-1497092351"/>
        </w:rPr>
        <w:t>県立</w:t>
      </w:r>
      <w:r w:rsidRPr="006D4BAB">
        <w:rPr>
          <w:rFonts w:hint="eastAsia"/>
          <w:spacing w:val="70"/>
          <w:kern w:val="0"/>
          <w:fitText w:val="4410" w:id="-1497092351"/>
        </w:rPr>
        <w:t>松山工業</w:t>
      </w:r>
      <w:r w:rsidR="004D25CD" w:rsidRPr="006D4BAB">
        <w:rPr>
          <w:rFonts w:hint="eastAsia"/>
          <w:spacing w:val="70"/>
          <w:kern w:val="0"/>
          <w:fitText w:val="4410" w:id="-1497092351"/>
        </w:rPr>
        <w:t>高等学校</w:t>
      </w:r>
      <w:r w:rsidR="004D25CD" w:rsidRPr="006D4BAB">
        <w:rPr>
          <w:rFonts w:hint="eastAsia"/>
          <w:kern w:val="0"/>
          <w:fitText w:val="4410" w:id="-1497092351"/>
        </w:rPr>
        <w:t>長</w:t>
      </w:r>
    </w:p>
    <w:p w14:paraId="703D1223" w14:textId="4570FC76" w:rsidR="009464B2" w:rsidRPr="009464B2" w:rsidRDefault="009464B2" w:rsidP="00D97373">
      <w:pPr>
        <w:pStyle w:val="aff2"/>
        <w:rPr>
          <w:kern w:val="0"/>
        </w:rPr>
      </w:pPr>
      <w:r w:rsidRPr="009464B2">
        <w:rPr>
          <w:rFonts w:hint="eastAsia"/>
          <w:kern w:val="0"/>
        </w:rPr>
        <w:t>宮　地　　洋　安</w:t>
      </w:r>
    </w:p>
    <w:p w14:paraId="385744DE" w14:textId="71D76B52" w:rsidR="00D97373" w:rsidRDefault="00D97373" w:rsidP="00D97373">
      <w:pPr>
        <w:pStyle w:val="aff2"/>
      </w:pPr>
      <w:r w:rsidRPr="006D4BAB">
        <w:rPr>
          <w:rFonts w:hint="eastAsia"/>
          <w:kern w:val="0"/>
          <w:fitText w:val="4410" w:id="-1507063804"/>
        </w:rPr>
        <w:t>第</w:t>
      </w:r>
      <w:r w:rsidRPr="006D4BAB">
        <w:rPr>
          <w:kern w:val="0"/>
          <w:fitText w:val="4410" w:id="-1507063804"/>
        </w:rPr>
        <w:t>3</w:t>
      </w:r>
      <w:r w:rsidR="008E5AFF" w:rsidRPr="006D4BAB">
        <w:rPr>
          <w:rFonts w:hint="eastAsia"/>
          <w:kern w:val="0"/>
          <w:fitText w:val="4410" w:id="-1507063804"/>
        </w:rPr>
        <w:t>7</w:t>
      </w:r>
      <w:r w:rsidRPr="006D4BAB">
        <w:rPr>
          <w:kern w:val="0"/>
          <w:fitText w:val="4410" w:id="-1507063804"/>
        </w:rPr>
        <w:t>回総会・研究協議会(</w:t>
      </w:r>
      <w:r w:rsidR="008E5AFF" w:rsidRPr="006D4BAB">
        <w:rPr>
          <w:rFonts w:hint="eastAsia"/>
          <w:kern w:val="0"/>
          <w:fitText w:val="4410" w:id="-1507063804"/>
        </w:rPr>
        <w:t>岡山</w:t>
      </w:r>
      <w:r w:rsidRPr="006D4BAB">
        <w:rPr>
          <w:kern w:val="0"/>
          <w:fitText w:val="4410" w:id="-1507063804"/>
        </w:rPr>
        <w:t>大会)実行委員長</w:t>
      </w:r>
    </w:p>
    <w:p w14:paraId="06F9D124" w14:textId="58D8FFF6" w:rsidR="00D97373" w:rsidRPr="00E532A9" w:rsidRDefault="00A102A8" w:rsidP="00D97373">
      <w:pPr>
        <w:pStyle w:val="aff2"/>
        <w:ind w:left="742" w:hanging="322"/>
        <w:rPr>
          <w:spacing w:val="7"/>
          <w:kern w:val="0"/>
        </w:rPr>
      </w:pPr>
      <w:r w:rsidRPr="006D4BAB">
        <w:rPr>
          <w:rFonts w:hint="eastAsia"/>
          <w:spacing w:val="56"/>
          <w:kern w:val="0"/>
          <w:fitText w:val="4410" w:id="-1507063803"/>
        </w:rPr>
        <w:t>岡山</w:t>
      </w:r>
      <w:r w:rsidR="00D97373" w:rsidRPr="006D4BAB">
        <w:rPr>
          <w:rFonts w:hint="eastAsia"/>
          <w:spacing w:val="56"/>
          <w:kern w:val="0"/>
          <w:fitText w:val="4410" w:id="-1507063803"/>
        </w:rPr>
        <w:t>県立</w:t>
      </w:r>
      <w:r w:rsidRPr="006D4BAB">
        <w:rPr>
          <w:rFonts w:hint="eastAsia"/>
          <w:spacing w:val="56"/>
          <w:kern w:val="0"/>
          <w:fitText w:val="4410" w:id="-1507063803"/>
        </w:rPr>
        <w:t>東岡山工業</w:t>
      </w:r>
      <w:r w:rsidR="00D97373" w:rsidRPr="006D4BAB">
        <w:rPr>
          <w:rFonts w:hint="eastAsia"/>
          <w:spacing w:val="56"/>
          <w:kern w:val="0"/>
          <w:fitText w:val="4410" w:id="-1507063803"/>
        </w:rPr>
        <w:t>高等学校</w:t>
      </w:r>
      <w:r w:rsidR="00D97373" w:rsidRPr="006D4BAB">
        <w:rPr>
          <w:rFonts w:hint="eastAsia"/>
          <w:spacing w:val="7"/>
          <w:kern w:val="0"/>
          <w:fitText w:val="4410" w:id="-1507063803"/>
        </w:rPr>
        <w:t>長</w:t>
      </w:r>
    </w:p>
    <w:p w14:paraId="38D91969" w14:textId="16EED9BE" w:rsidR="00D97373" w:rsidRPr="008E5AFF" w:rsidRDefault="008E5AFF" w:rsidP="00D97373">
      <w:pPr>
        <w:pStyle w:val="aff2"/>
      </w:pPr>
      <w:r w:rsidRPr="008E5AFF">
        <w:rPr>
          <w:rFonts w:hint="eastAsia"/>
        </w:rPr>
        <w:t>藤　原</w:t>
      </w:r>
      <w:r w:rsidR="00D97373" w:rsidRPr="008E5AFF">
        <w:t xml:space="preserve">　　</w:t>
      </w:r>
      <w:r w:rsidRPr="008E5AFF">
        <w:rPr>
          <w:rFonts w:hint="eastAsia"/>
        </w:rPr>
        <w:t>亨　祐</w:t>
      </w:r>
    </w:p>
    <w:p w14:paraId="7BB0A7FC" w14:textId="77777777" w:rsidR="00D97373" w:rsidRDefault="00D97373" w:rsidP="00D97373">
      <w:pPr>
        <w:pStyle w:val="aff2"/>
      </w:pPr>
    </w:p>
    <w:p w14:paraId="715BF842" w14:textId="68E5D894" w:rsidR="005A5A36" w:rsidRDefault="00A102A8" w:rsidP="00947318">
      <w:pPr>
        <w:pStyle w:val="af6"/>
      </w:pPr>
      <w:r w:rsidRPr="0000657F">
        <w:rPr>
          <w:rFonts w:hint="eastAsia"/>
        </w:rPr>
        <w:t>令和５年度全国電子機械教育研究会第３７回総会・研究協議会</w:t>
      </w:r>
      <w:r w:rsidR="005E26F9" w:rsidRPr="00031A0B">
        <w:rPr>
          <w:rFonts w:hint="eastAsia"/>
        </w:rPr>
        <w:t>の開催</w:t>
      </w:r>
      <w:r w:rsidR="007605AB">
        <w:rPr>
          <w:rFonts w:hint="eastAsia"/>
        </w:rPr>
        <w:t>について</w:t>
      </w:r>
      <w:r w:rsidR="00FC7DAA">
        <w:rPr>
          <w:rFonts w:hint="eastAsia"/>
        </w:rPr>
        <w:t>(</w:t>
      </w:r>
      <w:r w:rsidR="00126540">
        <w:rPr>
          <w:rFonts w:hint="eastAsia"/>
        </w:rPr>
        <w:t>御</w:t>
      </w:r>
      <w:r w:rsidR="00FC7DAA">
        <w:rPr>
          <w:rFonts w:hint="eastAsia"/>
        </w:rPr>
        <w:t>案内)</w:t>
      </w:r>
    </w:p>
    <w:p w14:paraId="15C31302" w14:textId="7CA4B007" w:rsidR="00B22B36" w:rsidRPr="00126540" w:rsidRDefault="00B22B36" w:rsidP="00B22B36">
      <w:pPr>
        <w:pStyle w:val="af8"/>
      </w:pPr>
    </w:p>
    <w:p w14:paraId="5501FC5F" w14:textId="619C7D05" w:rsidR="00EA2C54" w:rsidRDefault="00FA3FF5" w:rsidP="00B22B36">
      <w:pPr>
        <w:pStyle w:val="af8"/>
      </w:pPr>
      <w:r>
        <w:rPr>
          <w:rFonts w:hint="eastAsia"/>
        </w:rPr>
        <w:t>向暑の候、</w:t>
      </w:r>
      <w:r w:rsidR="00E31A05">
        <w:rPr>
          <w:rFonts w:hint="eastAsia"/>
        </w:rPr>
        <w:t>関係各位におかれましてはますます御清栄のこととお喜び申し上げます。</w:t>
      </w:r>
    </w:p>
    <w:p w14:paraId="4B750A73" w14:textId="04485864" w:rsidR="00F87B7E" w:rsidRDefault="00F87B7E" w:rsidP="00B22B36">
      <w:pPr>
        <w:pStyle w:val="af8"/>
      </w:pPr>
      <w:r>
        <w:rPr>
          <w:rFonts w:hint="eastAsia"/>
        </w:rPr>
        <w:t>さて、標記の総会・研究協議会を</w:t>
      </w:r>
      <w:r w:rsidR="0047401C">
        <w:rPr>
          <w:rFonts w:hint="eastAsia"/>
        </w:rPr>
        <w:t>次</w:t>
      </w:r>
      <w:r w:rsidR="000F1BE4">
        <w:rPr>
          <w:rFonts w:hint="eastAsia"/>
        </w:rPr>
        <w:t>のとおり</w:t>
      </w:r>
      <w:r>
        <w:rPr>
          <w:rFonts w:hint="eastAsia"/>
        </w:rPr>
        <w:t>開催</w:t>
      </w:r>
      <w:r w:rsidR="00126540">
        <w:rPr>
          <w:rFonts w:hint="eastAsia"/>
        </w:rPr>
        <w:t>します</w:t>
      </w:r>
      <w:r>
        <w:rPr>
          <w:rFonts w:hint="eastAsia"/>
        </w:rPr>
        <w:t>。</w:t>
      </w:r>
    </w:p>
    <w:p w14:paraId="6B16ED9F" w14:textId="01456397" w:rsidR="006A0EF3" w:rsidRDefault="006A0EF3" w:rsidP="00B22B36">
      <w:pPr>
        <w:pStyle w:val="af8"/>
      </w:pPr>
      <w:r>
        <w:rPr>
          <w:rFonts w:hint="eastAsia"/>
        </w:rPr>
        <w:t>つきましては、貴職及び関係職員の参加について</w:t>
      </w:r>
      <w:r w:rsidR="000F1BE4">
        <w:rPr>
          <w:rFonts w:hint="eastAsia"/>
        </w:rPr>
        <w:t>御</w:t>
      </w:r>
      <w:r w:rsidR="005557DE">
        <w:rPr>
          <w:rFonts w:hint="eastAsia"/>
        </w:rPr>
        <w:t>配慮くださいますようお願い申し上げます。</w:t>
      </w:r>
    </w:p>
    <w:p w14:paraId="7FA8AE1B" w14:textId="3F8EAEEA" w:rsidR="00B22662" w:rsidRPr="00B22B36" w:rsidRDefault="00B34B15" w:rsidP="00B34B15">
      <w:pPr>
        <w:pStyle w:val="af"/>
      </w:pPr>
      <w:r>
        <w:rPr>
          <w:rFonts w:hint="eastAsia"/>
        </w:rPr>
        <w:t>記</w:t>
      </w:r>
    </w:p>
    <w:p w14:paraId="217CF416" w14:textId="77777777" w:rsidR="003615D2" w:rsidRPr="003615D2" w:rsidRDefault="00485C09" w:rsidP="00485C09">
      <w:pPr>
        <w:pStyle w:val="1"/>
        <w:autoSpaceDE w:val="0"/>
        <w:autoSpaceDN w:val="0"/>
        <w:spacing w:before="145"/>
        <w:ind w:left="2940" w:hanging="2940"/>
      </w:pPr>
      <w:r w:rsidRPr="00C634E6">
        <w:rPr>
          <w:rFonts w:hint="eastAsia"/>
          <w:spacing w:val="105"/>
          <w:kern w:val="0"/>
          <w:fitText w:val="630" w:id="-1507054848"/>
        </w:rPr>
        <w:t>主</w:t>
      </w:r>
      <w:r w:rsidRPr="00C634E6">
        <w:rPr>
          <w:rFonts w:hint="eastAsia"/>
          <w:kern w:val="0"/>
          <w:fitText w:val="630" w:id="-1507054848"/>
        </w:rPr>
        <w:t>催</w:t>
      </w:r>
    </w:p>
    <w:p w14:paraId="4E8645E7" w14:textId="538E9F2A" w:rsidR="00485C09" w:rsidRDefault="00485C09" w:rsidP="00FC7DAA">
      <w:pPr>
        <w:pStyle w:val="a1"/>
      </w:pPr>
      <w:r w:rsidRPr="00031A0B">
        <w:rPr>
          <w:rFonts w:hint="eastAsia"/>
        </w:rPr>
        <w:t>全国電子機械教育研究会</w:t>
      </w:r>
    </w:p>
    <w:p w14:paraId="32438632" w14:textId="77777777" w:rsidR="00FC7DAA" w:rsidRDefault="008961CF" w:rsidP="008961CF">
      <w:pPr>
        <w:pStyle w:val="1"/>
        <w:spacing w:before="145"/>
        <w:ind w:left="2940" w:hanging="2940"/>
      </w:pPr>
      <w:r w:rsidRPr="00A102A8">
        <w:rPr>
          <w:rFonts w:hint="eastAsia"/>
          <w:spacing w:val="105"/>
          <w:kern w:val="0"/>
          <w:fitText w:val="630" w:id="-1507054847"/>
        </w:rPr>
        <w:t>後</w:t>
      </w:r>
      <w:r w:rsidRPr="00A102A8">
        <w:rPr>
          <w:rFonts w:hint="eastAsia"/>
          <w:kern w:val="0"/>
          <w:fitText w:val="630" w:id="-1507054847"/>
        </w:rPr>
        <w:t>援</w:t>
      </w:r>
    </w:p>
    <w:p w14:paraId="4C9535CA" w14:textId="64EE5139" w:rsidR="00FC7DAA" w:rsidRPr="00A102A8" w:rsidRDefault="008961CF" w:rsidP="00FC7DAA">
      <w:pPr>
        <w:pStyle w:val="a1"/>
      </w:pPr>
      <w:r w:rsidRPr="005405E3">
        <w:rPr>
          <w:rFonts w:hint="eastAsia"/>
        </w:rPr>
        <w:t>公益社団法人　全国工業高等学校長協会</w:t>
      </w:r>
    </w:p>
    <w:p w14:paraId="1AC97DC1" w14:textId="01B76460" w:rsidR="00FC7DAA" w:rsidRDefault="00A102A8" w:rsidP="00FC7DAA">
      <w:pPr>
        <w:pStyle w:val="a1"/>
      </w:pPr>
      <w:r w:rsidRPr="0000657F">
        <w:rPr>
          <w:rFonts w:hint="eastAsia"/>
        </w:rPr>
        <w:t>公益社団法人日本教育公務員弘済会岡山支部</w:t>
      </w:r>
    </w:p>
    <w:p w14:paraId="62C7FD06" w14:textId="7C77374A" w:rsidR="00FC7DAA" w:rsidRDefault="00A102A8" w:rsidP="00FC7DAA">
      <w:pPr>
        <w:pStyle w:val="a1"/>
      </w:pPr>
      <w:r w:rsidRPr="0000657F">
        <w:rPr>
          <w:rFonts w:hint="eastAsia"/>
        </w:rPr>
        <w:t>岡山県教育委員会</w:t>
      </w:r>
    </w:p>
    <w:p w14:paraId="1056B77C" w14:textId="6FBBC4E6" w:rsidR="008961CF" w:rsidRPr="005405E3" w:rsidRDefault="00A102A8" w:rsidP="00FC7DAA">
      <w:pPr>
        <w:pStyle w:val="a1"/>
      </w:pPr>
      <w:r w:rsidRPr="0000657F">
        <w:rPr>
          <w:rFonts w:hint="eastAsia"/>
        </w:rPr>
        <w:t>岡山県高等学校工業教育協会</w:t>
      </w:r>
    </w:p>
    <w:p w14:paraId="58FAEA0C" w14:textId="77777777" w:rsidR="00D9163E" w:rsidRPr="00D9163E" w:rsidRDefault="00EC502E" w:rsidP="00DB67A6">
      <w:pPr>
        <w:pStyle w:val="1"/>
        <w:spacing w:before="145"/>
        <w:ind w:left="1470" w:hangingChars="350" w:hanging="1470"/>
      </w:pPr>
      <w:r w:rsidRPr="00C634E6">
        <w:rPr>
          <w:rFonts w:hint="eastAsia"/>
          <w:spacing w:val="105"/>
          <w:kern w:val="0"/>
          <w:fitText w:val="630" w:id="-1507054592"/>
        </w:rPr>
        <w:t>目</w:t>
      </w:r>
      <w:r w:rsidRPr="00C634E6">
        <w:rPr>
          <w:rFonts w:hint="eastAsia"/>
          <w:kern w:val="0"/>
          <w:fitText w:val="630" w:id="-1507054592"/>
        </w:rPr>
        <w:t>的</w:t>
      </w:r>
    </w:p>
    <w:p w14:paraId="0E1423F0" w14:textId="0DDC1231" w:rsidR="00485809" w:rsidRPr="00561FAA" w:rsidRDefault="005E26F9" w:rsidP="00D9163E">
      <w:pPr>
        <w:pStyle w:val="a1"/>
      </w:pPr>
      <w:r w:rsidRPr="00561FAA">
        <w:rPr>
          <w:rFonts w:hint="eastAsia"/>
        </w:rPr>
        <w:t>電子機械関連学科を取り巻く諸問題について協議するとともに、日頃の研究成果の発表を通して、社会の進歩に対応した特色ある電子機械教育の充実と発展を目指す</w:t>
      </w:r>
      <w:r w:rsidR="002D6D0D">
        <w:rPr>
          <w:rFonts w:hint="eastAsia"/>
        </w:rPr>
        <w:t>。</w:t>
      </w:r>
    </w:p>
    <w:p w14:paraId="1C4DECCB" w14:textId="77777777" w:rsidR="00D9163E" w:rsidRPr="00D9163E" w:rsidRDefault="005A5A36" w:rsidP="00862C6B">
      <w:pPr>
        <w:pStyle w:val="1"/>
        <w:spacing w:before="145"/>
        <w:ind w:left="2940" w:hanging="2940"/>
      </w:pPr>
      <w:r w:rsidRPr="00321709">
        <w:rPr>
          <w:rFonts w:hint="eastAsia"/>
          <w:spacing w:val="105"/>
          <w:kern w:val="0"/>
          <w:fitText w:val="630" w:id="-1507054591"/>
        </w:rPr>
        <w:t>期</w:t>
      </w:r>
      <w:r w:rsidRPr="00321709">
        <w:rPr>
          <w:rFonts w:hint="eastAsia"/>
          <w:kern w:val="0"/>
          <w:fitText w:val="630" w:id="-1507054591"/>
        </w:rPr>
        <w:t>日</w:t>
      </w:r>
    </w:p>
    <w:p w14:paraId="715BF84F" w14:textId="7BFA4BBA" w:rsidR="00EC502E" w:rsidRDefault="00321709" w:rsidP="00D9163E">
      <w:pPr>
        <w:pStyle w:val="a1"/>
      </w:pPr>
      <w:r>
        <w:rPr>
          <w:rFonts w:hint="eastAsia"/>
        </w:rPr>
        <w:t>令</w:t>
      </w:r>
      <w:r w:rsidR="00A102A8" w:rsidRPr="0000657F">
        <w:rPr>
          <w:rFonts w:hint="eastAsia"/>
        </w:rPr>
        <w:t>和５年８月２４日（木）～２５日（金）</w:t>
      </w:r>
    </w:p>
    <w:p w14:paraId="7B208EB6" w14:textId="0E89AC71" w:rsidR="00A102A8" w:rsidRPr="0000657F" w:rsidRDefault="00273C7D" w:rsidP="00A102A8">
      <w:pPr>
        <w:pStyle w:val="1"/>
        <w:spacing w:before="145"/>
        <w:ind w:left="105" w:hangingChars="25" w:hanging="105"/>
      </w:pPr>
      <w:r w:rsidRPr="00A102A8">
        <w:rPr>
          <w:rFonts w:hint="eastAsia"/>
          <w:spacing w:val="105"/>
          <w:kern w:val="0"/>
          <w:fitText w:val="630" w:id="-1507054590"/>
        </w:rPr>
        <w:t>会</w:t>
      </w:r>
      <w:r w:rsidRPr="00A102A8">
        <w:rPr>
          <w:rFonts w:hint="eastAsia"/>
          <w:kern w:val="0"/>
          <w:fitText w:val="630" w:id="-1507054590"/>
        </w:rPr>
        <w:t>場</w:t>
      </w:r>
      <w:r w:rsidR="00A102A8" w:rsidRPr="00A102A8">
        <w:rPr>
          <w:kern w:val="0"/>
        </w:rPr>
        <w:br/>
      </w:r>
      <w:r w:rsidR="00A102A8">
        <w:rPr>
          <w:rFonts w:hint="eastAsia"/>
        </w:rPr>
        <w:t>(1)</w:t>
      </w:r>
      <w:r w:rsidR="00A102A8">
        <w:t xml:space="preserve"> </w:t>
      </w:r>
      <w:r w:rsidR="00A102A8" w:rsidRPr="00031A0B">
        <w:rPr>
          <w:rFonts w:hint="eastAsia"/>
        </w:rPr>
        <w:t>総会・研究協議会・講話</w:t>
      </w:r>
      <w:r w:rsidR="00A102A8">
        <w:br/>
      </w:r>
      <w:r w:rsidR="00A102A8">
        <w:rPr>
          <w:rFonts w:hint="eastAsia"/>
        </w:rPr>
        <w:t xml:space="preserve">　　</w:t>
      </w:r>
      <w:r w:rsidR="00A102A8" w:rsidRPr="0000657F">
        <w:rPr>
          <w:rFonts w:hint="eastAsia"/>
        </w:rPr>
        <w:t>ピュアリティまきび</w:t>
      </w:r>
      <w:r w:rsidR="00A102A8">
        <w:rPr>
          <w:rFonts w:hint="eastAsia"/>
        </w:rPr>
        <w:t>（</w:t>
      </w:r>
      <w:r w:rsidR="00A102A8" w:rsidRPr="000147B4">
        <w:t>〒</w:t>
      </w:r>
      <w:r w:rsidR="00DB3722">
        <w:rPr>
          <w:rFonts w:hint="eastAsia"/>
        </w:rPr>
        <w:t>7</w:t>
      </w:r>
      <w:r w:rsidR="00A102A8" w:rsidRPr="0000657F">
        <w:t xml:space="preserve">00-0907　</w:t>
      </w:r>
      <w:r w:rsidR="00A102A8">
        <w:rPr>
          <w:rFonts w:hint="eastAsia"/>
        </w:rPr>
        <w:t>岡山県</w:t>
      </w:r>
      <w:r w:rsidR="00A102A8" w:rsidRPr="0000657F">
        <w:t>岡山市北区下石井2-6-41</w:t>
      </w:r>
      <w:r w:rsidR="00A102A8">
        <w:rPr>
          <w:rFonts w:hint="eastAsia"/>
        </w:rPr>
        <w:t>）</w:t>
      </w:r>
      <w:r w:rsidR="00A102A8">
        <w:br/>
      </w:r>
      <w:r w:rsidR="00A102A8">
        <w:rPr>
          <w:rFonts w:hint="eastAsia"/>
        </w:rPr>
        <w:t xml:space="preserve">　　</w:t>
      </w:r>
      <w:r w:rsidR="00A102A8" w:rsidRPr="000147B4">
        <w:t>TEL</w:t>
      </w:r>
      <w:r w:rsidR="00A102A8" w:rsidRPr="000147B4">
        <w:rPr>
          <w:rFonts w:hint="eastAsia"/>
        </w:rPr>
        <w:t xml:space="preserve">　</w:t>
      </w:r>
      <w:r w:rsidR="00A102A8" w:rsidRPr="0000657F">
        <w:t>086-232-0511</w:t>
      </w:r>
      <w:r w:rsidR="00A102A8">
        <w:rPr>
          <w:rFonts w:hint="eastAsia"/>
        </w:rPr>
        <w:t xml:space="preserve">　　</w:t>
      </w:r>
      <w:r w:rsidR="00A102A8" w:rsidRPr="000147B4">
        <w:t>FAX</w:t>
      </w:r>
      <w:r w:rsidR="00A102A8" w:rsidRPr="000147B4">
        <w:rPr>
          <w:rFonts w:hint="eastAsia"/>
        </w:rPr>
        <w:t xml:space="preserve">　</w:t>
      </w:r>
      <w:r w:rsidR="00A102A8" w:rsidRPr="0000657F">
        <w:t>086-224-2995</w:t>
      </w:r>
      <w:r w:rsidR="00A102A8">
        <w:br/>
      </w:r>
      <w:r w:rsidR="00A102A8">
        <w:rPr>
          <w:rFonts w:hint="eastAsia"/>
        </w:rPr>
        <w:t>(2)</w:t>
      </w:r>
      <w:r w:rsidR="00A102A8">
        <w:t xml:space="preserve"> </w:t>
      </w:r>
      <w:r w:rsidR="00A102A8" w:rsidRPr="00031A0B">
        <w:rPr>
          <w:rFonts w:hint="eastAsia"/>
        </w:rPr>
        <w:t>教育研修視察</w:t>
      </w:r>
      <w:r w:rsidR="00A102A8">
        <w:br/>
      </w:r>
      <w:r w:rsidR="00A102A8">
        <w:rPr>
          <w:rFonts w:hint="eastAsia"/>
        </w:rPr>
        <w:t xml:space="preserve">　　</w:t>
      </w:r>
      <w:r w:rsidR="00A102A8" w:rsidRPr="0000657F">
        <w:rPr>
          <w:rFonts w:hint="eastAsia"/>
        </w:rPr>
        <w:t>ヤマザキマザック</w:t>
      </w:r>
      <w:r w:rsidR="00A102A8">
        <w:rPr>
          <w:rFonts w:hint="eastAsia"/>
        </w:rPr>
        <w:t>株式会社</w:t>
      </w:r>
      <w:r w:rsidR="00A102A8" w:rsidRPr="0000657F">
        <w:rPr>
          <w:rFonts w:hint="eastAsia"/>
        </w:rPr>
        <w:t>瀬戸内テクノロジーセンタ</w:t>
      </w:r>
      <w:r w:rsidR="00A102A8">
        <w:br/>
      </w:r>
      <w:r w:rsidR="00A102A8">
        <w:rPr>
          <w:rFonts w:hint="eastAsia"/>
        </w:rPr>
        <w:t xml:space="preserve">　　（〒</w:t>
      </w:r>
      <w:r w:rsidR="00A102A8" w:rsidRPr="008B6DCF">
        <w:t xml:space="preserve">701-0304　</w:t>
      </w:r>
      <w:r w:rsidR="00A102A8">
        <w:rPr>
          <w:rFonts w:hint="eastAsia"/>
        </w:rPr>
        <w:t>岡山県</w:t>
      </w:r>
      <w:r w:rsidR="00A102A8" w:rsidRPr="008B6DCF">
        <w:t>都窪郡早島町</w:t>
      </w:r>
      <w:r w:rsidR="00DB3722">
        <w:rPr>
          <w:rFonts w:hint="eastAsia"/>
        </w:rPr>
        <w:t>大字</w:t>
      </w:r>
      <w:r w:rsidR="00A102A8" w:rsidRPr="008B6DCF">
        <w:t>早島</w:t>
      </w:r>
      <w:r w:rsidR="00A102A8">
        <w:rPr>
          <w:rFonts w:hint="eastAsia"/>
        </w:rPr>
        <w:t>4962-23）</w:t>
      </w:r>
      <w:r w:rsidR="00A102A8">
        <w:br/>
      </w:r>
      <w:r w:rsidR="00A102A8">
        <w:rPr>
          <w:rFonts w:hint="eastAsia"/>
        </w:rPr>
        <w:t xml:space="preserve">　　TEL　</w:t>
      </w:r>
      <w:r w:rsidR="00A102A8" w:rsidRPr="008B6DCF">
        <w:t>086-480-1131</w:t>
      </w:r>
      <w:r w:rsidR="00A102A8">
        <w:rPr>
          <w:rFonts w:hint="eastAsia"/>
        </w:rPr>
        <w:t xml:space="preserve">　　FAX　</w:t>
      </w:r>
      <w:r w:rsidR="00A102A8" w:rsidRPr="008B6DCF">
        <w:t>086-480-1139</w:t>
      </w:r>
    </w:p>
    <w:p w14:paraId="2B0FD19B" w14:textId="77777777" w:rsidR="00A102A8" w:rsidRPr="00E857C2" w:rsidRDefault="00A102A8" w:rsidP="00A102A8">
      <w:pPr>
        <w:pStyle w:val="20"/>
      </w:pPr>
    </w:p>
    <w:p w14:paraId="015BF725" w14:textId="77777777" w:rsidR="00D9163E" w:rsidRDefault="00273C7D" w:rsidP="007449DA">
      <w:pPr>
        <w:pStyle w:val="1"/>
        <w:spacing w:before="145"/>
        <w:ind w:left="1470" w:hanging="1470"/>
      </w:pPr>
      <w:r w:rsidRPr="00031A0B">
        <w:rPr>
          <w:rFonts w:hint="eastAsia"/>
        </w:rPr>
        <w:t>参加者</w:t>
      </w:r>
    </w:p>
    <w:p w14:paraId="65B88797" w14:textId="5859A000" w:rsidR="007449DA" w:rsidRDefault="00273C7D" w:rsidP="0047219E">
      <w:pPr>
        <w:pStyle w:val="a1"/>
      </w:pPr>
      <w:r w:rsidRPr="00031A0B">
        <w:rPr>
          <w:rFonts w:hint="eastAsia"/>
        </w:rPr>
        <w:t>全国電子機械教育研究会</w:t>
      </w:r>
      <w:r w:rsidR="00E54685">
        <w:rPr>
          <w:rFonts w:hint="eastAsia"/>
        </w:rPr>
        <w:t>会員</w:t>
      </w:r>
      <w:r w:rsidRPr="00031A0B">
        <w:rPr>
          <w:rFonts w:hint="eastAsia"/>
        </w:rPr>
        <w:t>校関係職員</w:t>
      </w:r>
    </w:p>
    <w:p w14:paraId="66280CEE" w14:textId="4C488695" w:rsidR="00197065" w:rsidRDefault="00197065">
      <w:pPr>
        <w:widowControl/>
        <w:jc w:val="left"/>
      </w:pPr>
      <w:r>
        <w:br w:type="page"/>
      </w:r>
    </w:p>
    <w:p w14:paraId="15A9A5C9" w14:textId="3AFDBC39" w:rsidR="00946AC9" w:rsidRDefault="00946AC9" w:rsidP="00946AC9">
      <w:pPr>
        <w:pStyle w:val="1"/>
        <w:ind w:left="1470" w:hangingChars="700" w:hanging="1470"/>
      </w:pPr>
      <w:r w:rsidRPr="00031A0B">
        <w:rPr>
          <w:rFonts w:hint="eastAsia"/>
        </w:rPr>
        <w:lastRenderedPageBreak/>
        <w:t>日　程　　第</w:t>
      </w:r>
      <w:r w:rsidR="007106C4">
        <w:rPr>
          <w:rFonts w:hint="eastAsia"/>
        </w:rPr>
        <w:t>１</w:t>
      </w:r>
      <w:r w:rsidRPr="00031A0B">
        <w:rPr>
          <w:rFonts w:hint="eastAsia"/>
        </w:rPr>
        <w:t>日</w:t>
      </w:r>
      <w:r>
        <w:rPr>
          <w:rFonts w:hint="eastAsia"/>
        </w:rPr>
        <w:t xml:space="preserve">　</w:t>
      </w:r>
      <w:r w:rsidRPr="008B6DCF">
        <w:rPr>
          <w:rFonts w:hint="eastAsia"/>
        </w:rPr>
        <w:t>８月２４日（木）［ピュアリティまきび</w:t>
      </w:r>
      <w:r>
        <w:rPr>
          <w:rFonts w:hint="eastAsia"/>
        </w:rPr>
        <w:t xml:space="preserve">　千鳥</w:t>
      </w:r>
      <w:r w:rsidRPr="008B6DCF">
        <w:rPr>
          <w:rFonts w:hint="eastAsia"/>
        </w:rPr>
        <w:t>］</w:t>
      </w:r>
    </w:p>
    <w:p w14:paraId="2849DF4C" w14:textId="77777777" w:rsidR="00946AC9" w:rsidRPr="000666A6" w:rsidRDefault="00946AC9" w:rsidP="00946AC9">
      <w:pPr>
        <w:pStyle w:val="a1"/>
        <w:ind w:leftChars="700" w:left="1470" w:firstLineChars="400" w:firstLine="840"/>
        <w:rPr>
          <w:kern w:val="0"/>
        </w:rPr>
      </w:pPr>
      <w:r w:rsidRPr="000666A6">
        <w:rPr>
          <w:rFonts w:hint="eastAsia"/>
          <w:kern w:val="0"/>
        </w:rPr>
        <w:t>１０：００～１１：００　理事会</w:t>
      </w:r>
    </w:p>
    <w:p w14:paraId="350820D4" w14:textId="77777777" w:rsidR="00946AC9" w:rsidRPr="000666A6" w:rsidRDefault="00946AC9" w:rsidP="00946AC9">
      <w:pPr>
        <w:pStyle w:val="a1"/>
        <w:ind w:leftChars="700" w:left="1470" w:firstLineChars="400" w:firstLine="840"/>
        <w:rPr>
          <w:kern w:val="0"/>
        </w:rPr>
      </w:pPr>
      <w:r w:rsidRPr="000666A6">
        <w:rPr>
          <w:rFonts w:hint="eastAsia"/>
          <w:kern w:val="0"/>
        </w:rPr>
        <w:t>１２：</w:t>
      </w:r>
      <w:r>
        <w:rPr>
          <w:rFonts w:hint="eastAsia"/>
          <w:kern w:val="0"/>
        </w:rPr>
        <w:t>３</w:t>
      </w:r>
      <w:r w:rsidRPr="000666A6">
        <w:rPr>
          <w:rFonts w:hint="eastAsia"/>
          <w:kern w:val="0"/>
        </w:rPr>
        <w:t>０～１</w:t>
      </w:r>
      <w:r>
        <w:rPr>
          <w:rFonts w:hint="eastAsia"/>
          <w:kern w:val="0"/>
        </w:rPr>
        <w:t>３</w:t>
      </w:r>
      <w:r w:rsidRPr="000666A6">
        <w:rPr>
          <w:rFonts w:hint="eastAsia"/>
          <w:kern w:val="0"/>
        </w:rPr>
        <w:t>：</w:t>
      </w:r>
      <w:r>
        <w:rPr>
          <w:rFonts w:hint="eastAsia"/>
          <w:kern w:val="0"/>
        </w:rPr>
        <w:t>０</w:t>
      </w:r>
      <w:r w:rsidRPr="000666A6">
        <w:rPr>
          <w:rFonts w:hint="eastAsia"/>
          <w:kern w:val="0"/>
        </w:rPr>
        <w:t>０　受付</w:t>
      </w:r>
    </w:p>
    <w:p w14:paraId="13E04407" w14:textId="77777777" w:rsidR="00946AC9" w:rsidRPr="000666A6" w:rsidRDefault="00946AC9" w:rsidP="00946AC9">
      <w:pPr>
        <w:pStyle w:val="a1"/>
        <w:ind w:leftChars="800" w:left="1680" w:firstLineChars="300" w:firstLine="630"/>
        <w:rPr>
          <w:kern w:val="0"/>
        </w:rPr>
      </w:pPr>
      <w:r w:rsidRPr="000666A6">
        <w:rPr>
          <w:rFonts w:hint="eastAsia"/>
          <w:kern w:val="0"/>
        </w:rPr>
        <w:t>１</w:t>
      </w:r>
      <w:r>
        <w:rPr>
          <w:rFonts w:hint="eastAsia"/>
          <w:kern w:val="0"/>
        </w:rPr>
        <w:t>３</w:t>
      </w:r>
      <w:r w:rsidRPr="000666A6">
        <w:rPr>
          <w:rFonts w:hint="eastAsia"/>
          <w:kern w:val="0"/>
        </w:rPr>
        <w:t>：</w:t>
      </w:r>
      <w:r>
        <w:rPr>
          <w:rFonts w:hint="eastAsia"/>
          <w:kern w:val="0"/>
        </w:rPr>
        <w:t>０</w:t>
      </w:r>
      <w:r w:rsidRPr="000666A6">
        <w:rPr>
          <w:rFonts w:hint="eastAsia"/>
          <w:kern w:val="0"/>
        </w:rPr>
        <w:t>０～１</w:t>
      </w:r>
      <w:r>
        <w:rPr>
          <w:rFonts w:hint="eastAsia"/>
          <w:kern w:val="0"/>
        </w:rPr>
        <w:t>３</w:t>
      </w:r>
      <w:r w:rsidRPr="000666A6">
        <w:rPr>
          <w:rFonts w:hint="eastAsia"/>
          <w:kern w:val="0"/>
        </w:rPr>
        <w:t>：</w:t>
      </w:r>
      <w:r>
        <w:rPr>
          <w:rFonts w:hint="eastAsia"/>
          <w:kern w:val="0"/>
        </w:rPr>
        <w:t>２</w:t>
      </w:r>
      <w:r w:rsidRPr="000666A6">
        <w:rPr>
          <w:rFonts w:hint="eastAsia"/>
          <w:kern w:val="0"/>
        </w:rPr>
        <w:t>０　開会式</w:t>
      </w:r>
    </w:p>
    <w:p w14:paraId="1D9E804F" w14:textId="77777777" w:rsidR="00946AC9" w:rsidRPr="000666A6" w:rsidRDefault="00946AC9" w:rsidP="00946AC9">
      <w:pPr>
        <w:pStyle w:val="a1"/>
        <w:ind w:leftChars="800" w:left="1680" w:firstLineChars="300" w:firstLine="630"/>
        <w:rPr>
          <w:kern w:val="0"/>
        </w:rPr>
      </w:pPr>
      <w:r w:rsidRPr="000666A6">
        <w:rPr>
          <w:rFonts w:hint="eastAsia"/>
          <w:kern w:val="0"/>
        </w:rPr>
        <w:t>１</w:t>
      </w:r>
      <w:r>
        <w:rPr>
          <w:rFonts w:hint="eastAsia"/>
          <w:kern w:val="0"/>
        </w:rPr>
        <w:t>３</w:t>
      </w:r>
      <w:r w:rsidRPr="000666A6">
        <w:rPr>
          <w:rFonts w:hint="eastAsia"/>
          <w:kern w:val="0"/>
        </w:rPr>
        <w:t>：</w:t>
      </w:r>
      <w:r>
        <w:rPr>
          <w:rFonts w:hint="eastAsia"/>
          <w:kern w:val="0"/>
        </w:rPr>
        <w:t>２</w:t>
      </w:r>
      <w:r w:rsidRPr="000666A6">
        <w:rPr>
          <w:rFonts w:hint="eastAsia"/>
          <w:kern w:val="0"/>
        </w:rPr>
        <w:t>０～１３：</w:t>
      </w:r>
      <w:r>
        <w:rPr>
          <w:rFonts w:hint="eastAsia"/>
          <w:kern w:val="0"/>
        </w:rPr>
        <w:t>５</w:t>
      </w:r>
      <w:r w:rsidRPr="000666A6">
        <w:rPr>
          <w:rFonts w:hint="eastAsia"/>
          <w:kern w:val="0"/>
        </w:rPr>
        <w:t>０　総会</w:t>
      </w:r>
    </w:p>
    <w:p w14:paraId="64AD2047" w14:textId="28F18F10" w:rsidR="00946AC9" w:rsidRPr="000666A6" w:rsidRDefault="00946AC9" w:rsidP="00946AC9">
      <w:pPr>
        <w:pStyle w:val="a1"/>
        <w:ind w:leftChars="800" w:left="1680" w:firstLineChars="300" w:firstLine="630"/>
        <w:rPr>
          <w:kern w:val="0"/>
        </w:rPr>
      </w:pPr>
      <w:r w:rsidRPr="000666A6">
        <w:rPr>
          <w:rFonts w:hint="eastAsia"/>
          <w:kern w:val="0"/>
        </w:rPr>
        <w:t>１</w:t>
      </w:r>
      <w:r>
        <w:rPr>
          <w:rFonts w:hint="eastAsia"/>
          <w:kern w:val="0"/>
        </w:rPr>
        <w:t>４</w:t>
      </w:r>
      <w:r w:rsidRPr="000666A6">
        <w:rPr>
          <w:rFonts w:hint="eastAsia"/>
          <w:kern w:val="0"/>
        </w:rPr>
        <w:t>：</w:t>
      </w:r>
      <w:r>
        <w:rPr>
          <w:rFonts w:hint="eastAsia"/>
          <w:kern w:val="0"/>
        </w:rPr>
        <w:t>０</w:t>
      </w:r>
      <w:r w:rsidRPr="000666A6">
        <w:rPr>
          <w:rFonts w:hint="eastAsia"/>
          <w:kern w:val="0"/>
        </w:rPr>
        <w:t>０～１</w:t>
      </w:r>
      <w:r>
        <w:rPr>
          <w:rFonts w:hint="eastAsia"/>
          <w:kern w:val="0"/>
        </w:rPr>
        <w:t>５</w:t>
      </w:r>
      <w:r w:rsidRPr="000666A6">
        <w:rPr>
          <w:rFonts w:hint="eastAsia"/>
          <w:kern w:val="0"/>
        </w:rPr>
        <w:t>：</w:t>
      </w:r>
      <w:r>
        <w:rPr>
          <w:rFonts w:hint="eastAsia"/>
          <w:kern w:val="0"/>
        </w:rPr>
        <w:t>２</w:t>
      </w:r>
      <w:r w:rsidRPr="000666A6">
        <w:rPr>
          <w:rFonts w:hint="eastAsia"/>
          <w:kern w:val="0"/>
        </w:rPr>
        <w:t>０　研究協議（４校発表４題）</w:t>
      </w:r>
    </w:p>
    <w:p w14:paraId="60BC2BDE" w14:textId="77777777" w:rsidR="00946AC9" w:rsidRPr="000666A6" w:rsidRDefault="00946AC9" w:rsidP="00946AC9">
      <w:pPr>
        <w:pStyle w:val="a1"/>
        <w:ind w:leftChars="800" w:left="1680" w:firstLineChars="300" w:firstLine="630"/>
        <w:rPr>
          <w:kern w:val="0"/>
        </w:rPr>
      </w:pPr>
      <w:r w:rsidRPr="000666A6">
        <w:rPr>
          <w:kern w:val="0"/>
        </w:rPr>
        <w:t>１</w:t>
      </w:r>
      <w:r>
        <w:rPr>
          <w:rFonts w:hint="eastAsia"/>
          <w:kern w:val="0"/>
        </w:rPr>
        <w:t>５</w:t>
      </w:r>
      <w:r w:rsidRPr="000666A6">
        <w:rPr>
          <w:kern w:val="0"/>
        </w:rPr>
        <w:t>：</w:t>
      </w:r>
      <w:r>
        <w:rPr>
          <w:rFonts w:hint="eastAsia"/>
          <w:kern w:val="0"/>
        </w:rPr>
        <w:t>２</w:t>
      </w:r>
      <w:r w:rsidRPr="000666A6">
        <w:rPr>
          <w:kern w:val="0"/>
        </w:rPr>
        <w:t>０～１５：</w:t>
      </w:r>
      <w:r>
        <w:rPr>
          <w:rFonts w:hint="eastAsia"/>
          <w:kern w:val="0"/>
        </w:rPr>
        <w:t>４</w:t>
      </w:r>
      <w:r w:rsidRPr="000666A6">
        <w:rPr>
          <w:kern w:val="0"/>
        </w:rPr>
        <w:t>０　質疑応答・講評</w:t>
      </w:r>
    </w:p>
    <w:p w14:paraId="2DEBC8F4" w14:textId="77777777" w:rsidR="00946AC9" w:rsidRPr="000666A6" w:rsidRDefault="00946AC9" w:rsidP="00946AC9">
      <w:pPr>
        <w:pStyle w:val="a1"/>
        <w:ind w:leftChars="1100" w:left="4830" w:hangingChars="1200" w:hanging="2520"/>
        <w:rPr>
          <w:kern w:val="0"/>
        </w:rPr>
      </w:pPr>
      <w:r w:rsidRPr="000666A6">
        <w:rPr>
          <w:kern w:val="0"/>
        </w:rPr>
        <w:t>１５：</w:t>
      </w:r>
      <w:r>
        <w:rPr>
          <w:rFonts w:hint="eastAsia"/>
          <w:kern w:val="0"/>
        </w:rPr>
        <w:t>５</w:t>
      </w:r>
      <w:r w:rsidRPr="000666A6">
        <w:rPr>
          <w:kern w:val="0"/>
        </w:rPr>
        <w:t>０～１６：</w:t>
      </w:r>
      <w:r>
        <w:rPr>
          <w:rFonts w:hint="eastAsia"/>
          <w:kern w:val="0"/>
        </w:rPr>
        <w:t>３</w:t>
      </w:r>
      <w:r w:rsidRPr="000666A6">
        <w:rPr>
          <w:kern w:val="0"/>
        </w:rPr>
        <w:t>０　講話</w:t>
      </w:r>
      <w:r>
        <w:rPr>
          <w:kern w:val="0"/>
        </w:rPr>
        <w:br/>
      </w:r>
      <w:r>
        <w:rPr>
          <w:rFonts w:hint="eastAsia"/>
          <w:kern w:val="0"/>
        </w:rPr>
        <w:t>(</w:t>
      </w:r>
      <w:r w:rsidRPr="009C38DB">
        <w:rPr>
          <w:rFonts w:hint="eastAsia"/>
          <w:kern w:val="0"/>
        </w:rPr>
        <w:t>国立政策研究所</w:t>
      </w:r>
      <w:r>
        <w:rPr>
          <w:rFonts w:hint="eastAsia"/>
          <w:kern w:val="0"/>
        </w:rPr>
        <w:t xml:space="preserve">　</w:t>
      </w:r>
      <w:r w:rsidRPr="009C38DB">
        <w:rPr>
          <w:rFonts w:hint="eastAsia"/>
          <w:kern w:val="0"/>
        </w:rPr>
        <w:t>教育課程調査官</w:t>
      </w:r>
      <w:r>
        <w:rPr>
          <w:rFonts w:hint="eastAsia"/>
          <w:kern w:val="0"/>
        </w:rPr>
        <w:t xml:space="preserve">　</w:t>
      </w:r>
      <w:r w:rsidRPr="009C38DB">
        <w:rPr>
          <w:rFonts w:hint="eastAsia"/>
          <w:kern w:val="0"/>
        </w:rPr>
        <w:t>内藤</w:t>
      </w:r>
      <w:r>
        <w:rPr>
          <w:rFonts w:hint="eastAsia"/>
          <w:kern w:val="0"/>
        </w:rPr>
        <w:t xml:space="preserve">　</w:t>
      </w:r>
      <w:r w:rsidRPr="009C38DB">
        <w:rPr>
          <w:rFonts w:hint="eastAsia"/>
          <w:kern w:val="0"/>
        </w:rPr>
        <w:t>敬</w:t>
      </w:r>
      <w:r>
        <w:rPr>
          <w:rFonts w:hint="eastAsia"/>
          <w:kern w:val="0"/>
        </w:rPr>
        <w:t xml:space="preserve">　</w:t>
      </w:r>
      <w:r w:rsidRPr="009C38DB">
        <w:rPr>
          <w:rFonts w:hint="eastAsia"/>
          <w:kern w:val="0"/>
        </w:rPr>
        <w:t>様</w:t>
      </w:r>
      <w:r>
        <w:rPr>
          <w:kern w:val="0"/>
        </w:rPr>
        <w:t>）</w:t>
      </w:r>
    </w:p>
    <w:p w14:paraId="4989024B" w14:textId="77777777" w:rsidR="00946AC9" w:rsidRDefault="00946AC9" w:rsidP="00946AC9">
      <w:pPr>
        <w:pStyle w:val="a1"/>
        <w:ind w:leftChars="800" w:left="1680" w:firstLineChars="300" w:firstLine="630"/>
        <w:rPr>
          <w:kern w:val="0"/>
        </w:rPr>
      </w:pPr>
      <w:r w:rsidRPr="000666A6">
        <w:rPr>
          <w:kern w:val="0"/>
        </w:rPr>
        <w:t>１６：</w:t>
      </w:r>
      <w:r>
        <w:rPr>
          <w:rFonts w:hint="eastAsia"/>
          <w:kern w:val="0"/>
        </w:rPr>
        <w:t>４</w:t>
      </w:r>
      <w:r w:rsidRPr="000666A6">
        <w:rPr>
          <w:kern w:val="0"/>
        </w:rPr>
        <w:t>０～１</w:t>
      </w:r>
      <w:r>
        <w:rPr>
          <w:rFonts w:hint="eastAsia"/>
          <w:kern w:val="0"/>
        </w:rPr>
        <w:t>７</w:t>
      </w:r>
      <w:r w:rsidRPr="000666A6">
        <w:rPr>
          <w:kern w:val="0"/>
        </w:rPr>
        <w:t>：</w:t>
      </w:r>
      <w:r>
        <w:rPr>
          <w:rFonts w:hint="eastAsia"/>
          <w:kern w:val="0"/>
        </w:rPr>
        <w:t>０</w:t>
      </w:r>
      <w:r w:rsidRPr="000666A6">
        <w:rPr>
          <w:kern w:val="0"/>
        </w:rPr>
        <w:t>０　閉会式・諸連絡</w:t>
      </w:r>
    </w:p>
    <w:p w14:paraId="13480435" w14:textId="30454E49" w:rsidR="00946AC9" w:rsidRDefault="00946AC9" w:rsidP="00946AC9">
      <w:pPr>
        <w:pStyle w:val="11"/>
        <w:ind w:leftChars="700" w:left="1680"/>
      </w:pPr>
      <w:r w:rsidRPr="00031A0B">
        <w:rPr>
          <w:rFonts w:hint="eastAsia"/>
        </w:rPr>
        <w:t>第</w:t>
      </w:r>
      <w:r w:rsidR="007106C4">
        <w:rPr>
          <w:rFonts w:hint="eastAsia"/>
        </w:rPr>
        <w:t>２</w:t>
      </w:r>
      <w:r w:rsidRPr="00031A0B">
        <w:rPr>
          <w:rFonts w:hint="eastAsia"/>
        </w:rPr>
        <w:t>日</w:t>
      </w:r>
      <w:r>
        <w:rPr>
          <w:rFonts w:hint="eastAsia"/>
        </w:rPr>
        <w:t xml:space="preserve">　</w:t>
      </w:r>
      <w:r w:rsidRPr="00BF2F87">
        <w:rPr>
          <w:rFonts w:hint="eastAsia"/>
        </w:rPr>
        <w:t>８月２５日（金）［ヤマザキマザック㈱瀬戸内テクノロジーセンタ］</w:t>
      </w:r>
    </w:p>
    <w:p w14:paraId="4CD62A6A" w14:textId="77777777" w:rsidR="00946AC9" w:rsidRPr="00690707" w:rsidRDefault="00946AC9" w:rsidP="00946AC9">
      <w:pPr>
        <w:pStyle w:val="a1"/>
        <w:ind w:leftChars="700" w:left="1470" w:firstLineChars="500" w:firstLine="1050"/>
        <w:rPr>
          <w:rFonts w:cs="ＭＳ 明朝"/>
          <w:kern w:val="0"/>
        </w:rPr>
      </w:pPr>
      <w:r w:rsidRPr="00690707">
        <w:rPr>
          <w:rFonts w:cs="ＭＳ 明朝" w:hint="eastAsia"/>
          <w:kern w:val="0"/>
        </w:rPr>
        <w:t>９：００</w:t>
      </w:r>
      <w:r w:rsidRPr="00690707">
        <w:rPr>
          <w:rFonts w:cs="ＭＳ 明朝"/>
          <w:kern w:val="0"/>
        </w:rPr>
        <w:tab/>
      </w:r>
      <w:r w:rsidRPr="00690707">
        <w:rPr>
          <w:rFonts w:cs="ＭＳ 明朝"/>
          <w:kern w:val="0"/>
        </w:rPr>
        <w:tab/>
      </w:r>
      <w:r w:rsidRPr="00996EC1">
        <w:rPr>
          <w:rFonts w:cs="ＭＳ 明朝" w:hint="eastAsia"/>
          <w:kern w:val="0"/>
        </w:rPr>
        <w:t>ピュアリティまきび発</w:t>
      </w:r>
    </w:p>
    <w:p w14:paraId="4F25F115" w14:textId="77777777" w:rsidR="00946AC9" w:rsidRDefault="00946AC9" w:rsidP="00946AC9">
      <w:pPr>
        <w:pStyle w:val="a1"/>
        <w:ind w:leftChars="700" w:left="1470" w:firstLineChars="500" w:firstLine="1050"/>
        <w:rPr>
          <w:rFonts w:cs="ＭＳ 明朝"/>
          <w:kern w:val="0"/>
        </w:rPr>
      </w:pPr>
      <w:r w:rsidRPr="00690707">
        <w:rPr>
          <w:rFonts w:cs="ＭＳ 明朝" w:hint="eastAsia"/>
          <w:kern w:val="0"/>
        </w:rPr>
        <w:t>９：</w:t>
      </w:r>
      <w:r>
        <w:rPr>
          <w:rFonts w:cs="ＭＳ 明朝" w:hint="eastAsia"/>
          <w:kern w:val="0"/>
        </w:rPr>
        <w:t>４</w:t>
      </w:r>
      <w:r w:rsidRPr="00690707">
        <w:rPr>
          <w:rFonts w:cs="ＭＳ 明朝" w:hint="eastAsia"/>
          <w:kern w:val="0"/>
        </w:rPr>
        <w:t>０</w:t>
      </w:r>
      <w:r>
        <w:rPr>
          <w:rFonts w:cs="ＭＳ 明朝" w:hint="eastAsia"/>
          <w:kern w:val="0"/>
        </w:rPr>
        <w:t>～１１：３０</w:t>
      </w:r>
      <w:r w:rsidRPr="00690707">
        <w:rPr>
          <w:rFonts w:cs="ＭＳ 明朝"/>
          <w:kern w:val="0"/>
        </w:rPr>
        <w:tab/>
      </w:r>
      <w:r>
        <w:rPr>
          <w:rFonts w:cs="ＭＳ 明朝" w:hint="eastAsia"/>
          <w:kern w:val="0"/>
        </w:rPr>
        <w:t>ヤマザキマザック株式会社</w:t>
      </w:r>
    </w:p>
    <w:p w14:paraId="7D9EA4E4" w14:textId="4BFDFA05" w:rsidR="00946AC9" w:rsidRPr="00690707" w:rsidRDefault="00946AC9" w:rsidP="00946AC9">
      <w:pPr>
        <w:pStyle w:val="a1"/>
        <w:ind w:leftChars="700" w:left="1470" w:firstLineChars="1700" w:firstLine="3570"/>
        <w:rPr>
          <w:rFonts w:cs="ＭＳ 明朝"/>
          <w:kern w:val="0"/>
        </w:rPr>
      </w:pPr>
      <w:r>
        <w:rPr>
          <w:rFonts w:cs="ＭＳ 明朝" w:hint="eastAsia"/>
          <w:kern w:val="0"/>
        </w:rPr>
        <w:t>瀬戸内テクノロジーセンタにて講話・見学</w:t>
      </w:r>
    </w:p>
    <w:p w14:paraId="4A28BF1B" w14:textId="77777777" w:rsidR="00946AC9" w:rsidRPr="00690707" w:rsidRDefault="00946AC9" w:rsidP="00946AC9">
      <w:pPr>
        <w:pStyle w:val="a1"/>
        <w:ind w:leftChars="700" w:left="1470" w:firstLineChars="400" w:firstLine="840"/>
        <w:rPr>
          <w:rFonts w:cs="ＭＳ 明朝"/>
          <w:kern w:val="0"/>
        </w:rPr>
      </w:pPr>
      <w:r w:rsidRPr="00690707">
        <w:rPr>
          <w:rFonts w:cs="ＭＳ 明朝"/>
          <w:kern w:val="0"/>
        </w:rPr>
        <w:t>１２：</w:t>
      </w:r>
      <w:r>
        <w:rPr>
          <w:rFonts w:cs="ＭＳ 明朝" w:hint="eastAsia"/>
          <w:kern w:val="0"/>
        </w:rPr>
        <w:t>１</w:t>
      </w:r>
      <w:r w:rsidRPr="00690707">
        <w:rPr>
          <w:rFonts w:cs="ＭＳ 明朝"/>
          <w:kern w:val="0"/>
        </w:rPr>
        <w:t>０</w:t>
      </w:r>
      <w:r w:rsidRPr="00690707">
        <w:rPr>
          <w:rFonts w:cs="ＭＳ 明朝"/>
          <w:kern w:val="0"/>
        </w:rPr>
        <w:tab/>
      </w:r>
      <w:r w:rsidRPr="00690707">
        <w:rPr>
          <w:rFonts w:cs="ＭＳ 明朝"/>
          <w:kern w:val="0"/>
        </w:rPr>
        <w:tab/>
      </w:r>
      <w:r>
        <w:rPr>
          <w:rFonts w:cs="ＭＳ 明朝" w:hint="eastAsia"/>
          <w:kern w:val="0"/>
        </w:rPr>
        <w:t>岡山駅</w:t>
      </w:r>
      <w:r w:rsidRPr="00996EC1">
        <w:rPr>
          <w:rFonts w:cs="ＭＳ 明朝" w:hint="eastAsia"/>
          <w:kern w:val="0"/>
        </w:rPr>
        <w:t>着・解散</w:t>
      </w:r>
    </w:p>
    <w:p w14:paraId="18384774" w14:textId="77777777" w:rsidR="00946AC9" w:rsidRDefault="00946AC9" w:rsidP="00946AC9">
      <w:pPr>
        <w:pStyle w:val="11"/>
        <w:ind w:leftChars="1100" w:left="2520"/>
      </w:pPr>
      <w:r>
        <w:rPr>
          <w:rFonts w:hint="eastAsia"/>
        </w:rPr>
        <w:t>※</w:t>
      </w:r>
      <w:r w:rsidRPr="00690707">
        <w:rPr>
          <w:rFonts w:hint="eastAsia"/>
        </w:rPr>
        <w:t>視察会場</w:t>
      </w:r>
      <w:r w:rsidRPr="00690707">
        <w:t>までは貸切</w:t>
      </w:r>
      <w:r w:rsidRPr="00690707">
        <w:rPr>
          <w:rFonts w:hint="eastAsia"/>
        </w:rPr>
        <w:t>バス</w:t>
      </w:r>
      <w:r w:rsidRPr="00690707">
        <w:t>にて移動します。</w:t>
      </w:r>
    </w:p>
    <w:p w14:paraId="4219DC0C" w14:textId="77777777" w:rsidR="00946AC9" w:rsidRDefault="00946AC9" w:rsidP="00946AC9">
      <w:pPr>
        <w:pStyle w:val="11"/>
        <w:ind w:leftChars="1100" w:left="2520"/>
      </w:pPr>
    </w:p>
    <w:p w14:paraId="7187C8A7" w14:textId="77777777" w:rsidR="00B61FFD" w:rsidRDefault="00273C7D" w:rsidP="00766DDD">
      <w:pPr>
        <w:pStyle w:val="1"/>
        <w:overflowPunct w:val="0"/>
        <w:autoSpaceDE w:val="0"/>
        <w:autoSpaceDN w:val="0"/>
        <w:adjustRightInd w:val="0"/>
        <w:spacing w:before="145"/>
        <w:ind w:left="1470" w:hanging="1470"/>
        <w:textAlignment w:val="baseline"/>
      </w:pPr>
      <w:r w:rsidRPr="00031A0B">
        <w:rPr>
          <w:rFonts w:hint="eastAsia"/>
        </w:rPr>
        <w:t>大会参加費等（１名につき）</w:t>
      </w:r>
    </w:p>
    <w:p w14:paraId="715BF876" w14:textId="180162B7" w:rsidR="00273C7D" w:rsidRDefault="00273C7D" w:rsidP="00B61FFD">
      <w:pPr>
        <w:pStyle w:val="a1"/>
      </w:pPr>
      <w:r w:rsidRPr="001B62DD">
        <w:rPr>
          <w:rFonts w:hint="eastAsia"/>
        </w:rPr>
        <w:t>参加費　２</w:t>
      </w:r>
      <w:r w:rsidRPr="001B62DD">
        <w:t>,</w:t>
      </w:r>
      <w:r w:rsidRPr="001B62DD">
        <w:rPr>
          <w:rFonts w:hint="eastAsia"/>
        </w:rPr>
        <w:t>０００円　　資料費　１</w:t>
      </w:r>
      <w:r w:rsidRPr="001B62DD">
        <w:t>,</w:t>
      </w:r>
      <w:r w:rsidRPr="001B62DD">
        <w:rPr>
          <w:rFonts w:hint="eastAsia"/>
        </w:rPr>
        <w:t xml:space="preserve">０００円　</w:t>
      </w:r>
      <w:r w:rsidRPr="001B62DD">
        <w:t xml:space="preserve">　</w:t>
      </w:r>
      <w:r w:rsidRPr="001B62DD">
        <w:rPr>
          <w:rFonts w:hint="eastAsia"/>
        </w:rPr>
        <w:t>計３</w:t>
      </w:r>
      <w:r w:rsidRPr="001B62DD">
        <w:t>,</w:t>
      </w:r>
      <w:r w:rsidRPr="001B62DD">
        <w:rPr>
          <w:rFonts w:hint="eastAsia"/>
        </w:rPr>
        <w:t>０００</w:t>
      </w:r>
      <w:r w:rsidR="002C4E63">
        <w:rPr>
          <w:rFonts w:hint="eastAsia"/>
        </w:rPr>
        <w:t>円</w:t>
      </w:r>
    </w:p>
    <w:p w14:paraId="1C13A17F" w14:textId="77777777" w:rsidR="00B61FFD" w:rsidRDefault="006D550A" w:rsidP="006D550A">
      <w:pPr>
        <w:pStyle w:val="1"/>
        <w:spacing w:before="145"/>
        <w:ind w:left="1470" w:hanging="1470"/>
      </w:pPr>
      <w:r>
        <w:rPr>
          <w:rFonts w:hint="eastAsia"/>
        </w:rPr>
        <w:t>宿泊斡旋</w:t>
      </w:r>
    </w:p>
    <w:p w14:paraId="45FE50CC" w14:textId="1610C2F3" w:rsidR="006D550A" w:rsidRDefault="00BF3533" w:rsidP="00B61FFD">
      <w:pPr>
        <w:pStyle w:val="a1"/>
      </w:pPr>
      <w:r>
        <w:rPr>
          <w:rFonts w:hint="eastAsia"/>
        </w:rPr>
        <w:t>宿泊の斡旋は致しておりません。各自で宿泊先の手配をお願いいたします。</w:t>
      </w:r>
    </w:p>
    <w:p w14:paraId="00FDAA2B" w14:textId="319EE941" w:rsidR="00690F20" w:rsidRDefault="001879FF" w:rsidP="00690F20">
      <w:pPr>
        <w:pStyle w:val="1"/>
        <w:numPr>
          <w:ilvl w:val="0"/>
          <w:numId w:val="13"/>
        </w:numPr>
        <w:spacing w:before="145"/>
      </w:pPr>
      <w:r>
        <w:rPr>
          <w:rFonts w:hint="eastAsia"/>
        </w:rPr>
        <w:t>参加申込方法</w:t>
      </w:r>
    </w:p>
    <w:p w14:paraId="446D80BA" w14:textId="1C3514CA" w:rsidR="00E65782" w:rsidRPr="009464B2" w:rsidRDefault="004F5B3D" w:rsidP="00E65782">
      <w:pPr>
        <w:pStyle w:val="a1"/>
      </w:pPr>
      <w:r w:rsidRPr="009464B2">
        <w:rPr>
          <w:rFonts w:hint="eastAsia"/>
        </w:rPr>
        <w:t>同封の</w:t>
      </w:r>
      <w:r w:rsidR="00002F25" w:rsidRPr="009464B2">
        <w:rPr>
          <w:rFonts w:hint="eastAsia"/>
        </w:rPr>
        <w:t>参加申込用紙または事務局ホームページ</w:t>
      </w:r>
      <w:r w:rsidR="00AE6B52" w:rsidRPr="009464B2">
        <w:rPr>
          <w:rFonts w:hint="eastAsia"/>
        </w:rPr>
        <w:t>(</w:t>
      </w:r>
      <w:r w:rsidR="00AE6B52" w:rsidRPr="009464B2">
        <w:t xml:space="preserve"> </w:t>
      </w:r>
      <w:r w:rsidR="00F66820" w:rsidRPr="009464B2">
        <w:t>https://www.toko.okayama-c.ed.jp/</w:t>
      </w:r>
      <w:r w:rsidR="00AE6B52" w:rsidRPr="009464B2">
        <w:t xml:space="preserve"> </w:t>
      </w:r>
      <w:r w:rsidR="00AE6B52" w:rsidRPr="009464B2">
        <w:rPr>
          <w:rFonts w:hint="eastAsia"/>
        </w:rPr>
        <w:t>)</w:t>
      </w:r>
      <w:r w:rsidR="0055461B" w:rsidRPr="009464B2">
        <w:rPr>
          <w:rFonts w:hint="eastAsia"/>
        </w:rPr>
        <w:t>からダウンロードしたものに必要事項を記入の上</w:t>
      </w:r>
      <w:r w:rsidR="00AD7BC3" w:rsidRPr="009464B2">
        <w:rPr>
          <w:rFonts w:hint="eastAsia"/>
        </w:rPr>
        <w:t>、大会事務局までＦＡＸ又は電子メールにて</w:t>
      </w:r>
      <w:r w:rsidR="008A6E53" w:rsidRPr="009464B2">
        <w:rPr>
          <w:rFonts w:hint="eastAsia"/>
        </w:rPr>
        <w:t>お送りください。</w:t>
      </w:r>
    </w:p>
    <w:p w14:paraId="28ADC475" w14:textId="7A7D3C6C" w:rsidR="00613B8A" w:rsidRDefault="00613B8A" w:rsidP="00E65782">
      <w:pPr>
        <w:pStyle w:val="a1"/>
      </w:pPr>
      <w:r>
        <w:rPr>
          <w:rFonts w:hint="eastAsia"/>
        </w:rPr>
        <w:t>また、お振込の際には送金名義の冒頭に必ず全工協の学校番号を入れてください</w:t>
      </w:r>
      <w:r w:rsidR="00A208EB">
        <w:rPr>
          <w:rFonts w:hint="eastAsia"/>
        </w:rPr>
        <w:t>。</w:t>
      </w:r>
    </w:p>
    <w:p w14:paraId="3183F601" w14:textId="674916CF" w:rsidR="00A208EB" w:rsidRDefault="00A208EB" w:rsidP="009E649F">
      <w:pPr>
        <w:pStyle w:val="20"/>
      </w:pPr>
      <w:r>
        <w:rPr>
          <w:rFonts w:hint="eastAsia"/>
        </w:rPr>
        <w:t>【例】</w:t>
      </w:r>
      <w:r w:rsidR="00F66820">
        <w:rPr>
          <w:rFonts w:hint="eastAsia"/>
        </w:rPr>
        <w:t>３３０８ヒガシオカコウ</w:t>
      </w:r>
    </w:p>
    <w:p w14:paraId="18B35D36" w14:textId="34B57FD7" w:rsidR="00DF31CA" w:rsidRDefault="00DF31CA" w:rsidP="00E65782">
      <w:pPr>
        <w:pStyle w:val="a1"/>
      </w:pPr>
      <w:r>
        <w:rPr>
          <w:rFonts w:hint="eastAsia"/>
        </w:rPr>
        <w:t>＜大会参加費・資料費の振込先＞</w:t>
      </w:r>
    </w:p>
    <w:tbl>
      <w:tblPr>
        <w:tblStyle w:val="ae"/>
        <w:tblW w:w="0" w:type="auto"/>
        <w:tblInd w:w="210" w:type="dxa"/>
        <w:tblBorders>
          <w:top w:val="single" w:sz="4" w:space="0" w:color="auto"/>
          <w:left w:val="single" w:sz="4" w:space="0" w:color="auto"/>
          <w:right w:val="single" w:sz="4" w:space="0" w:color="auto"/>
        </w:tblBorders>
        <w:tblLook w:val="04A0" w:firstRow="1" w:lastRow="0" w:firstColumn="1" w:lastColumn="0" w:noHBand="0" w:noVBand="1"/>
      </w:tblPr>
      <w:tblGrid>
        <w:gridCol w:w="1628"/>
        <w:gridCol w:w="7790"/>
      </w:tblGrid>
      <w:tr w:rsidR="00E64D55" w14:paraId="4166AFAE" w14:textId="77777777" w:rsidTr="0095534C">
        <w:tc>
          <w:tcPr>
            <w:tcW w:w="1628" w:type="dxa"/>
            <w:vAlign w:val="center"/>
          </w:tcPr>
          <w:p w14:paraId="2AE8E5AF" w14:textId="715FE4EB" w:rsidR="00B810A7" w:rsidRDefault="00B810A7" w:rsidP="00BF0F4A">
            <w:pPr>
              <w:pStyle w:val="af7"/>
            </w:pPr>
            <w:r>
              <w:rPr>
                <w:rFonts w:hint="eastAsia"/>
              </w:rPr>
              <w:t>金融機関名</w:t>
            </w:r>
          </w:p>
        </w:tc>
        <w:tc>
          <w:tcPr>
            <w:tcW w:w="7790" w:type="dxa"/>
            <w:vAlign w:val="center"/>
          </w:tcPr>
          <w:p w14:paraId="2A8058BB" w14:textId="3A5FF54E" w:rsidR="00E64D55" w:rsidRPr="004B0193" w:rsidRDefault="00F66820" w:rsidP="00BF0F4A">
            <w:pPr>
              <w:pStyle w:val="af7"/>
            </w:pPr>
            <w:r w:rsidRPr="004B0193">
              <w:rPr>
                <w:rFonts w:hint="eastAsia"/>
              </w:rPr>
              <w:t>中国</w:t>
            </w:r>
            <w:r w:rsidR="00A246A2" w:rsidRPr="004B0193">
              <w:rPr>
                <w:rFonts w:hint="eastAsia"/>
              </w:rPr>
              <w:t xml:space="preserve">銀行　</w:t>
            </w:r>
            <w:r w:rsidR="00474A12" w:rsidRPr="004B0193">
              <w:rPr>
                <w:rFonts w:hint="eastAsia"/>
              </w:rPr>
              <w:t>（金融機関コード</w:t>
            </w:r>
            <w:r w:rsidR="00E2303A" w:rsidRPr="004B0193">
              <w:rPr>
                <w:rFonts w:hint="eastAsia"/>
              </w:rPr>
              <w:t>：</w:t>
            </w:r>
            <w:r w:rsidR="004B0193">
              <w:rPr>
                <w:rFonts w:hint="eastAsia"/>
              </w:rPr>
              <w:t xml:space="preserve">０１６８　</w:t>
            </w:r>
            <w:r w:rsidR="00E47579" w:rsidRPr="004B0193">
              <w:rPr>
                <w:rFonts w:hint="eastAsia"/>
              </w:rPr>
              <w:t>）</w:t>
            </w:r>
          </w:p>
          <w:p w14:paraId="43C04011" w14:textId="65465BCE" w:rsidR="00E2303A" w:rsidRPr="004B0193" w:rsidRDefault="004B0193" w:rsidP="00BF0F4A">
            <w:pPr>
              <w:pStyle w:val="af7"/>
            </w:pPr>
            <w:r w:rsidRPr="004B0193">
              <w:rPr>
                <w:rFonts w:hint="eastAsia"/>
              </w:rPr>
              <w:t>東岡山支店</w:t>
            </w:r>
            <w:r w:rsidR="00E2303A" w:rsidRPr="004B0193">
              <w:rPr>
                <w:rFonts w:hint="eastAsia"/>
              </w:rPr>
              <w:t>（店番：</w:t>
            </w:r>
            <w:r w:rsidRPr="004B0193">
              <w:rPr>
                <w:rFonts w:hint="eastAsia"/>
              </w:rPr>
              <w:t>１０６</w:t>
            </w:r>
            <w:r w:rsidR="00E2303A" w:rsidRPr="004B0193">
              <w:rPr>
                <w:rFonts w:hint="eastAsia"/>
              </w:rPr>
              <w:t>）</w:t>
            </w:r>
          </w:p>
        </w:tc>
      </w:tr>
      <w:tr w:rsidR="00E64D55" w14:paraId="7DA203D5" w14:textId="77777777" w:rsidTr="0095534C">
        <w:tc>
          <w:tcPr>
            <w:tcW w:w="1628" w:type="dxa"/>
            <w:vAlign w:val="center"/>
          </w:tcPr>
          <w:p w14:paraId="1B6E8872" w14:textId="3A8A512A" w:rsidR="00B810A7" w:rsidRDefault="00B810A7" w:rsidP="00BF0F4A">
            <w:pPr>
              <w:pStyle w:val="af7"/>
            </w:pPr>
            <w:r>
              <w:rPr>
                <w:rFonts w:hint="eastAsia"/>
              </w:rPr>
              <w:t>口座番号</w:t>
            </w:r>
          </w:p>
        </w:tc>
        <w:tc>
          <w:tcPr>
            <w:tcW w:w="7790" w:type="dxa"/>
            <w:vAlign w:val="center"/>
          </w:tcPr>
          <w:p w14:paraId="7A7535E8" w14:textId="30A8A4CD" w:rsidR="00E64D55" w:rsidRDefault="00735119" w:rsidP="00BF0F4A">
            <w:pPr>
              <w:pStyle w:val="af7"/>
            </w:pPr>
            <w:r>
              <w:rPr>
                <w:rFonts w:hint="eastAsia"/>
              </w:rPr>
              <w:t>（普通）</w:t>
            </w:r>
            <w:r w:rsidR="004B0193" w:rsidRPr="004B0193">
              <w:rPr>
                <w:rFonts w:hint="eastAsia"/>
              </w:rPr>
              <w:t>１５９０９３４</w:t>
            </w:r>
          </w:p>
        </w:tc>
      </w:tr>
      <w:tr w:rsidR="00E64D55" w14:paraId="598E9C52" w14:textId="77777777" w:rsidTr="0095534C">
        <w:tc>
          <w:tcPr>
            <w:tcW w:w="1628" w:type="dxa"/>
            <w:vAlign w:val="center"/>
          </w:tcPr>
          <w:p w14:paraId="4B79FAA3" w14:textId="12E930BB" w:rsidR="00B810A7" w:rsidRDefault="00B810A7" w:rsidP="00BF0F4A">
            <w:pPr>
              <w:pStyle w:val="af7"/>
            </w:pPr>
            <w:r>
              <w:rPr>
                <w:rFonts w:hint="eastAsia"/>
              </w:rPr>
              <w:t>口座名</w:t>
            </w:r>
          </w:p>
        </w:tc>
        <w:tc>
          <w:tcPr>
            <w:tcW w:w="7790" w:type="dxa"/>
            <w:vAlign w:val="center"/>
          </w:tcPr>
          <w:p w14:paraId="3466004E" w14:textId="183E7476" w:rsidR="00E64D55" w:rsidRDefault="00A12E6E" w:rsidP="00BF0F4A">
            <w:pPr>
              <w:pStyle w:val="af7"/>
            </w:pPr>
            <w:r>
              <w:rPr>
                <w:rFonts w:hint="eastAsia"/>
              </w:rPr>
              <w:t>ゼンコクデンシキカイキヨウイクケンキユウカイ</w:t>
            </w:r>
          </w:p>
          <w:p w14:paraId="3C45AE9F" w14:textId="4598B10E" w:rsidR="00735119" w:rsidRDefault="000355C5" w:rsidP="00BF0F4A">
            <w:pPr>
              <w:pStyle w:val="af7"/>
            </w:pPr>
            <w:r>
              <w:rPr>
                <w:rFonts w:hint="eastAsia"/>
              </w:rPr>
              <w:t>全国電子機械教育研究会</w:t>
            </w:r>
          </w:p>
          <w:p w14:paraId="3D73FF17" w14:textId="73D1041F" w:rsidR="006D6FDE" w:rsidRDefault="007F73A2" w:rsidP="00BF0F4A">
            <w:pPr>
              <w:pStyle w:val="af7"/>
            </w:pPr>
            <w:r>
              <w:rPr>
                <w:rFonts w:hint="eastAsia"/>
              </w:rPr>
              <w:t>ジツコウイインチョウ</w:t>
            </w:r>
            <w:r w:rsidRPr="006D1850">
              <w:rPr>
                <w:rFonts w:hint="eastAsia"/>
              </w:rPr>
              <w:t xml:space="preserve">　</w:t>
            </w:r>
            <w:r w:rsidR="006D1850" w:rsidRPr="006D1850">
              <w:rPr>
                <w:rFonts w:hint="eastAsia"/>
              </w:rPr>
              <w:t>フジワラ　コウスケ</w:t>
            </w:r>
          </w:p>
          <w:p w14:paraId="21912D96" w14:textId="7F0D4AA9" w:rsidR="006D6FDE" w:rsidRDefault="007910B8" w:rsidP="00BF0F4A">
            <w:pPr>
              <w:pStyle w:val="af7"/>
            </w:pPr>
            <w:r>
              <w:rPr>
                <w:rFonts w:hint="eastAsia"/>
              </w:rPr>
              <w:t>実行委員長</w:t>
            </w:r>
            <w:r w:rsidRPr="008E5AFF">
              <w:rPr>
                <w:rFonts w:hint="eastAsia"/>
              </w:rPr>
              <w:t xml:space="preserve">　</w:t>
            </w:r>
            <w:r w:rsidR="008E5AFF" w:rsidRPr="008E5AFF">
              <w:rPr>
                <w:rFonts w:hint="eastAsia"/>
              </w:rPr>
              <w:t>藤原　亨祐</w:t>
            </w:r>
          </w:p>
        </w:tc>
      </w:tr>
    </w:tbl>
    <w:p w14:paraId="7DC0EA34" w14:textId="77777777" w:rsidR="00B61FFD" w:rsidRDefault="00AF32D9" w:rsidP="00AF32D9">
      <w:pPr>
        <w:pStyle w:val="1"/>
        <w:numPr>
          <w:ilvl w:val="0"/>
          <w:numId w:val="13"/>
        </w:numPr>
        <w:spacing w:before="145"/>
      </w:pPr>
      <w:r>
        <w:rPr>
          <w:rFonts w:hint="eastAsia"/>
        </w:rPr>
        <w:t>参加申込期日</w:t>
      </w:r>
    </w:p>
    <w:p w14:paraId="33C7F723" w14:textId="0F4B22B1" w:rsidR="00AF32D9" w:rsidRPr="009464B2" w:rsidRDefault="00F66820" w:rsidP="00B61FFD">
      <w:pPr>
        <w:pStyle w:val="a1"/>
      </w:pPr>
      <w:r w:rsidRPr="009464B2">
        <w:rPr>
          <w:rFonts w:hint="eastAsia"/>
        </w:rPr>
        <w:t>令和５</w:t>
      </w:r>
      <w:r w:rsidR="00AF32D9" w:rsidRPr="009464B2">
        <w:rPr>
          <w:rFonts w:hint="eastAsia"/>
        </w:rPr>
        <w:t>年</w:t>
      </w:r>
      <w:r w:rsidR="00286331" w:rsidRPr="009464B2">
        <w:rPr>
          <w:rFonts w:hint="eastAsia"/>
        </w:rPr>
        <w:t>７月</w:t>
      </w:r>
      <w:r w:rsidR="009464B2" w:rsidRPr="009464B2">
        <w:rPr>
          <w:rFonts w:hint="eastAsia"/>
        </w:rPr>
        <w:t>１４</w:t>
      </w:r>
      <w:r w:rsidR="00286331" w:rsidRPr="009464B2">
        <w:rPr>
          <w:rFonts w:hint="eastAsia"/>
        </w:rPr>
        <w:t>日(金)</w:t>
      </w:r>
    </w:p>
    <w:p w14:paraId="45A97820" w14:textId="1979AD53" w:rsidR="00286331" w:rsidRDefault="00286331" w:rsidP="00690F20">
      <w:pPr>
        <w:pStyle w:val="1"/>
        <w:numPr>
          <w:ilvl w:val="0"/>
          <w:numId w:val="13"/>
        </w:numPr>
        <w:spacing w:before="145"/>
      </w:pPr>
      <w:r>
        <w:rPr>
          <w:rFonts w:hint="eastAsia"/>
        </w:rPr>
        <w:t>申込取消し</w:t>
      </w:r>
    </w:p>
    <w:p w14:paraId="22D0DB78" w14:textId="1FB7BCBD" w:rsidR="00057187" w:rsidRDefault="00057187" w:rsidP="00057187">
      <w:pPr>
        <w:pStyle w:val="a1"/>
      </w:pPr>
      <w:r>
        <w:rPr>
          <w:rFonts w:hint="eastAsia"/>
        </w:rPr>
        <w:t>大会参加申込みの取消しについては、７月</w:t>
      </w:r>
      <w:r w:rsidR="00DB3722">
        <w:rPr>
          <w:rFonts w:hint="eastAsia"/>
        </w:rPr>
        <w:t>２１</w:t>
      </w:r>
      <w:r w:rsidRPr="009464B2">
        <w:rPr>
          <w:rFonts w:hint="eastAsia"/>
        </w:rPr>
        <w:t>日(金)</w:t>
      </w:r>
      <w:r>
        <w:rPr>
          <w:rFonts w:hint="eastAsia"/>
        </w:rPr>
        <w:t>までに電子メールにて大会事務局まで</w:t>
      </w:r>
      <w:r w:rsidR="002D6D0D">
        <w:rPr>
          <w:rFonts w:hint="eastAsia"/>
        </w:rPr>
        <w:t>御</w:t>
      </w:r>
      <w:r>
        <w:rPr>
          <w:rFonts w:hint="eastAsia"/>
        </w:rPr>
        <w:t>連絡ください。</w:t>
      </w:r>
    </w:p>
    <w:p w14:paraId="3A215573" w14:textId="6FF7C703" w:rsidR="004B0193" w:rsidRDefault="004B0193" w:rsidP="00057187">
      <w:pPr>
        <w:pStyle w:val="a1"/>
      </w:pPr>
    </w:p>
    <w:p w14:paraId="0F9AAA70" w14:textId="676F823E" w:rsidR="004B0193" w:rsidRDefault="004B0193" w:rsidP="00057187">
      <w:pPr>
        <w:pStyle w:val="a1"/>
      </w:pPr>
    </w:p>
    <w:p w14:paraId="3BE47AFC" w14:textId="14A6E981" w:rsidR="004B0193" w:rsidRDefault="004B0193" w:rsidP="00057187">
      <w:pPr>
        <w:pStyle w:val="a1"/>
      </w:pPr>
    </w:p>
    <w:p w14:paraId="6258B92D" w14:textId="34631D12" w:rsidR="00643997" w:rsidRDefault="00643997" w:rsidP="00057187">
      <w:pPr>
        <w:pStyle w:val="a1"/>
      </w:pPr>
    </w:p>
    <w:p w14:paraId="595EFFA6" w14:textId="342ABB2C" w:rsidR="00643997" w:rsidRDefault="00643997" w:rsidP="00057187">
      <w:pPr>
        <w:pStyle w:val="a1"/>
      </w:pPr>
    </w:p>
    <w:p w14:paraId="665B4ED7" w14:textId="77777777" w:rsidR="00643997" w:rsidRDefault="00643997" w:rsidP="00057187">
      <w:pPr>
        <w:pStyle w:val="a1"/>
      </w:pPr>
    </w:p>
    <w:p w14:paraId="1FE5ACB7" w14:textId="77777777" w:rsidR="004B0193" w:rsidRDefault="004B0193" w:rsidP="00057187">
      <w:pPr>
        <w:pStyle w:val="a1"/>
      </w:pPr>
    </w:p>
    <w:p w14:paraId="507B2B63" w14:textId="691AD7D7" w:rsidR="0066351F" w:rsidRDefault="00985C95" w:rsidP="00690F20">
      <w:pPr>
        <w:pStyle w:val="1"/>
        <w:numPr>
          <w:ilvl w:val="0"/>
          <w:numId w:val="13"/>
        </w:numPr>
        <w:spacing w:before="145"/>
      </w:pPr>
      <w:r w:rsidRPr="002C4E63">
        <w:rPr>
          <w:rFonts w:hint="eastAsia"/>
        </w:rPr>
        <w:lastRenderedPageBreak/>
        <w:t>連絡先</w:t>
      </w:r>
      <w:r w:rsidRPr="00031A0B">
        <w:rPr>
          <w:rFonts w:hint="eastAsia"/>
        </w:rPr>
        <w:t>（大会事務局）</w:t>
      </w:r>
    </w:p>
    <w:p w14:paraId="6BE6EBB0" w14:textId="35E7718E" w:rsidR="0066351F" w:rsidRDefault="00F66820" w:rsidP="0066351F">
      <w:pPr>
        <w:pStyle w:val="a1"/>
      </w:pPr>
      <w:r>
        <w:rPr>
          <w:rFonts w:hint="eastAsia"/>
        </w:rPr>
        <w:t>岡山</w:t>
      </w:r>
      <w:r w:rsidR="00F276A8" w:rsidRPr="00BF4858">
        <w:rPr>
          <w:rFonts w:hint="eastAsia"/>
        </w:rPr>
        <w:t>県立</w:t>
      </w:r>
      <w:r>
        <w:rPr>
          <w:rFonts w:hint="eastAsia"/>
        </w:rPr>
        <w:t>東岡山工業高等学校</w:t>
      </w:r>
    </w:p>
    <w:p w14:paraId="715BF87C" w14:textId="0DE6E99F" w:rsidR="00985C95" w:rsidRDefault="004B0193" w:rsidP="004D1E23">
      <w:pPr>
        <w:pStyle w:val="20"/>
        <w:ind w:firstLineChars="0" w:firstLine="0"/>
      </w:pPr>
      <w:r>
        <w:rPr>
          <w:noProof/>
        </w:rPr>
        <w:drawing>
          <wp:anchor distT="0" distB="0" distL="114300" distR="114300" simplePos="0" relativeHeight="251662336" behindDoc="0" locked="0" layoutInCell="1" allowOverlap="1" wp14:anchorId="6FF4808F" wp14:editId="461502ED">
            <wp:simplePos x="0" y="0"/>
            <wp:positionH relativeFrom="column">
              <wp:posOffset>4470234</wp:posOffset>
            </wp:positionH>
            <wp:positionV relativeFrom="paragraph">
              <wp:posOffset>183211</wp:posOffset>
            </wp:positionV>
            <wp:extent cx="1133365" cy="113336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_328940.png"/>
                    <pic:cNvPicPr/>
                  </pic:nvPicPr>
                  <pic:blipFill>
                    <a:blip r:embed="rId10">
                      <a:extLst>
                        <a:ext uri="{28A0092B-C50C-407E-A947-70E740481C1C}">
                          <a14:useLocalDpi xmlns:a14="http://schemas.microsoft.com/office/drawing/2010/main" val="0"/>
                        </a:ext>
                      </a:extLst>
                    </a:blip>
                    <a:stretch>
                      <a:fillRect/>
                    </a:stretch>
                  </pic:blipFill>
                  <pic:spPr>
                    <a:xfrm>
                      <a:off x="0" y="0"/>
                      <a:ext cx="1133365" cy="1133365"/>
                    </a:xfrm>
                    <a:prstGeom prst="rect">
                      <a:avLst/>
                    </a:prstGeom>
                  </pic:spPr>
                </pic:pic>
              </a:graphicData>
            </a:graphic>
            <wp14:sizeRelH relativeFrom="page">
              <wp14:pctWidth>0</wp14:pctWidth>
            </wp14:sizeRelH>
            <wp14:sizeRelV relativeFrom="page">
              <wp14:pctHeight>0</wp14:pctHeight>
            </wp14:sizeRelV>
          </wp:anchor>
        </w:drawing>
      </w:r>
      <w:r w:rsidR="00C0350B" w:rsidRPr="00BF4858">
        <w:rPr>
          <w:rFonts w:hint="eastAsia"/>
        </w:rPr>
        <w:t>〒</w:t>
      </w:r>
      <w:r w:rsidR="00C0350B" w:rsidRPr="00996EC1">
        <w:t>703-8217　岡山県岡山市中区土田</w:t>
      </w:r>
      <w:r w:rsidR="00C0350B">
        <w:rPr>
          <w:rFonts w:hint="eastAsia"/>
        </w:rPr>
        <w:t>290-1</w:t>
      </w:r>
      <w:r w:rsidR="00C0350B" w:rsidRPr="00BF4858">
        <w:br/>
      </w:r>
      <w:r w:rsidR="00C0350B" w:rsidRPr="00BF4858">
        <w:rPr>
          <w:rFonts w:hint="eastAsia"/>
        </w:rPr>
        <w:t>TEL</w:t>
      </w:r>
      <w:r w:rsidR="00C0350B" w:rsidRPr="00BF4858">
        <w:t xml:space="preserve"> </w:t>
      </w:r>
      <w:r w:rsidR="00C0350B" w:rsidRPr="00996EC1">
        <w:t>086-279-0565  FAX 086-279-0567</w:t>
      </w:r>
      <w:r w:rsidR="00C0350B" w:rsidRPr="00BF4858">
        <w:br/>
      </w:r>
      <w:r w:rsidR="00C0350B" w:rsidRPr="00BF4858">
        <w:rPr>
          <w:rFonts w:hint="eastAsia"/>
        </w:rPr>
        <w:t xml:space="preserve">担当　</w:t>
      </w:r>
      <w:r w:rsidR="00C0350B" w:rsidRPr="00996EC1">
        <w:rPr>
          <w:rFonts w:hint="eastAsia"/>
        </w:rPr>
        <w:t>電子機械科　福島　秀樹</w:t>
      </w:r>
      <w:r w:rsidR="00C0350B" w:rsidRPr="00BF4858">
        <w:br/>
      </w:r>
      <w:r w:rsidR="009464B2">
        <w:t>e</w:t>
      </w:r>
      <w:r w:rsidR="009464B2" w:rsidRPr="00BF4858">
        <w:rPr>
          <w:rFonts w:hint="eastAsia"/>
        </w:rPr>
        <w:t>mail</w:t>
      </w:r>
      <w:r w:rsidR="009464B2" w:rsidRPr="00BF4858">
        <w:t xml:space="preserve"> </w:t>
      </w:r>
      <w:r w:rsidR="009464B2" w:rsidRPr="00F472A8">
        <w:rPr>
          <w:rFonts w:hint="eastAsia"/>
        </w:rPr>
        <w:t>toko07</w:t>
      </w:r>
      <w:r w:rsidR="009464B2" w:rsidRPr="00F472A8">
        <w:rPr>
          <w:rFonts w:asciiTheme="minorEastAsia" w:hAnsiTheme="minorEastAsia"/>
          <w:sz w:val="22"/>
        </w:rPr>
        <w:t>@pref.okayama.jp</w:t>
      </w:r>
    </w:p>
    <w:p w14:paraId="43B48EAA" w14:textId="40CB7EF8" w:rsidR="00251B8C" w:rsidRDefault="00251B8C" w:rsidP="00251B8C">
      <w:pPr>
        <w:pStyle w:val="1"/>
        <w:numPr>
          <w:ilvl w:val="0"/>
          <w:numId w:val="13"/>
        </w:numPr>
        <w:spacing w:before="145"/>
      </w:pPr>
      <w:r>
        <w:rPr>
          <w:rFonts w:hint="eastAsia"/>
        </w:rPr>
        <w:t>会場案内図</w:t>
      </w:r>
    </w:p>
    <w:p w14:paraId="0FFA2401" w14:textId="2C422FBF" w:rsidR="00FA6684" w:rsidRDefault="00AE136A" w:rsidP="005F5D4A">
      <w:pPr>
        <w:pStyle w:val="a1"/>
      </w:pPr>
      <w:r>
        <w:rPr>
          <w:rFonts w:hint="eastAsia"/>
        </w:rPr>
        <w:t>会場Webページ</w:t>
      </w:r>
      <w:r w:rsidR="006D4BAB">
        <w:rPr>
          <w:rFonts w:hint="eastAsia"/>
        </w:rPr>
        <w:t>も</w:t>
      </w:r>
      <w:r w:rsidR="00B6324D">
        <w:rPr>
          <w:rFonts w:hint="eastAsia"/>
        </w:rPr>
        <w:t>御</w:t>
      </w:r>
      <w:r w:rsidR="0017132D">
        <w:rPr>
          <w:rFonts w:hint="eastAsia"/>
        </w:rPr>
        <w:t>参照ください</w:t>
      </w:r>
      <w:r w:rsidR="00B6324D">
        <w:rPr>
          <w:rFonts w:hint="eastAsia"/>
        </w:rPr>
        <w:t>。</w:t>
      </w:r>
      <w:r w:rsidR="00FA6684">
        <w:rPr>
          <w:rFonts w:hint="eastAsia"/>
        </w:rPr>
        <w:t xml:space="preserve">　</w:t>
      </w:r>
      <w:r w:rsidR="009464B2" w:rsidRPr="009464B2">
        <w:t>https://makibi.jp/</w:t>
      </w:r>
      <w:r w:rsidR="009464B2">
        <w:rPr>
          <w:rFonts w:hint="eastAsia"/>
        </w:rPr>
        <w:t xml:space="preserve">　</w:t>
      </w:r>
      <w:r w:rsidR="00560FA9">
        <w:rPr>
          <w:rFonts w:hint="eastAsia"/>
        </w:rPr>
        <w:t>→</w:t>
      </w:r>
    </w:p>
    <w:p w14:paraId="585A8D1D" w14:textId="69B9832C" w:rsidR="00FA6684" w:rsidRPr="00FA6684" w:rsidRDefault="00FA6684" w:rsidP="00FA6684"/>
    <w:p w14:paraId="6DB82859" w14:textId="560A987D" w:rsidR="00FA6684" w:rsidRPr="00FA6684" w:rsidRDefault="00DB3722" w:rsidP="00FA6684">
      <w:r>
        <w:rPr>
          <w:rFonts w:hint="eastAsia"/>
          <w:noProof/>
        </w:rPr>
        <w:drawing>
          <wp:anchor distT="0" distB="0" distL="114300" distR="114300" simplePos="0" relativeHeight="251661312" behindDoc="0" locked="0" layoutInCell="1" allowOverlap="1" wp14:anchorId="5BAA451A" wp14:editId="2614A4A6">
            <wp:simplePos x="0" y="0"/>
            <wp:positionH relativeFrom="margin">
              <wp:posOffset>670560</wp:posOffset>
            </wp:positionH>
            <wp:positionV relativeFrom="margin">
              <wp:posOffset>1848485</wp:posOffset>
            </wp:positionV>
            <wp:extent cx="4276725" cy="2854960"/>
            <wp:effectExtent l="0" t="0" r="9525" b="2540"/>
            <wp:wrapSquare wrapText="bothSides"/>
            <wp:docPr id="1" name="図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まきび.gif"/>
                    <pic:cNvPicPr/>
                  </pic:nvPicPr>
                  <pic:blipFill>
                    <a:blip r:embed="rId11">
                      <a:extLst>
                        <a:ext uri="{28A0092B-C50C-407E-A947-70E740481C1C}">
                          <a14:useLocalDpi xmlns:a14="http://schemas.microsoft.com/office/drawing/2010/main" val="0"/>
                        </a:ext>
                      </a:extLst>
                    </a:blip>
                    <a:stretch>
                      <a:fillRect/>
                    </a:stretch>
                  </pic:blipFill>
                  <pic:spPr>
                    <a:xfrm>
                      <a:off x="0" y="0"/>
                      <a:ext cx="4276725" cy="2854960"/>
                    </a:xfrm>
                    <a:prstGeom prst="rect">
                      <a:avLst/>
                    </a:prstGeom>
                  </pic:spPr>
                </pic:pic>
              </a:graphicData>
            </a:graphic>
            <wp14:sizeRelV relativeFrom="margin">
              <wp14:pctHeight>0</wp14:pctHeight>
            </wp14:sizeRelV>
          </wp:anchor>
        </w:drawing>
      </w:r>
    </w:p>
    <w:p w14:paraId="4CB09C9F" w14:textId="0B8427F4" w:rsidR="009464B2" w:rsidRDefault="009464B2" w:rsidP="009464B2"/>
    <w:p w14:paraId="2E7551E2" w14:textId="107753B0" w:rsidR="009464B2" w:rsidRDefault="009464B2" w:rsidP="009464B2"/>
    <w:p w14:paraId="65D327F0" w14:textId="63766766" w:rsidR="009464B2" w:rsidRDefault="009464B2" w:rsidP="009464B2"/>
    <w:p w14:paraId="70AFFE0C" w14:textId="3469B326" w:rsidR="009464B2" w:rsidRDefault="009464B2" w:rsidP="009464B2"/>
    <w:p w14:paraId="2AB206BA" w14:textId="18457BF9" w:rsidR="009464B2" w:rsidRDefault="009464B2" w:rsidP="009464B2"/>
    <w:p w14:paraId="0AB8C47F" w14:textId="4FD35DC7" w:rsidR="009464B2" w:rsidRDefault="009464B2" w:rsidP="009464B2"/>
    <w:p w14:paraId="6D56F514" w14:textId="05DC83CE" w:rsidR="009464B2" w:rsidRDefault="009464B2" w:rsidP="009464B2"/>
    <w:p w14:paraId="3C050244" w14:textId="77777777" w:rsidR="009464B2" w:rsidRDefault="009464B2" w:rsidP="009464B2"/>
    <w:p w14:paraId="2734CA3D" w14:textId="77777777" w:rsidR="009464B2" w:rsidRDefault="009464B2" w:rsidP="009464B2"/>
    <w:p w14:paraId="2F3F5057" w14:textId="77777777" w:rsidR="009464B2" w:rsidRDefault="009464B2" w:rsidP="009464B2"/>
    <w:p w14:paraId="2AF9ECB4" w14:textId="4B86C16B" w:rsidR="009464B2" w:rsidRDefault="009464B2" w:rsidP="009464B2"/>
    <w:p w14:paraId="50FA79B9" w14:textId="77777777" w:rsidR="009464B2" w:rsidRDefault="009464B2" w:rsidP="009464B2"/>
    <w:p w14:paraId="341CA139" w14:textId="77777777" w:rsidR="009464B2" w:rsidRDefault="009464B2" w:rsidP="009464B2"/>
    <w:p w14:paraId="4961DA94" w14:textId="77777777" w:rsidR="009464B2" w:rsidRDefault="009464B2" w:rsidP="009464B2"/>
    <w:p w14:paraId="4A0B358F" w14:textId="77777777" w:rsidR="009464B2" w:rsidRDefault="009464B2" w:rsidP="009464B2"/>
    <w:p w14:paraId="2B1287F7" w14:textId="77777777" w:rsidR="009464B2" w:rsidRDefault="009464B2" w:rsidP="009464B2"/>
    <w:p w14:paraId="74FF634F" w14:textId="77777777" w:rsidR="009464B2" w:rsidRDefault="009464B2" w:rsidP="009464B2">
      <w:r>
        <w:rPr>
          <w:rFonts w:hint="eastAsia"/>
        </w:rPr>
        <w:t xml:space="preserve">　　　（電車でお越しの方は）　　　（飛行機でお越しの方は）　　　（車でお越しの方は）</w:t>
      </w:r>
    </w:p>
    <w:p w14:paraId="0491B5EE" w14:textId="77777777" w:rsidR="009464B2" w:rsidRDefault="009464B2" w:rsidP="009464B2">
      <w:r>
        <w:rPr>
          <w:rFonts w:hint="eastAsia"/>
        </w:rPr>
        <w:t xml:space="preserve">　　　　ＪＲ岡山駅から　　　　　　　岡山空港から　　　　　　　　　山陽自動車　岡山I.Cから</w:t>
      </w:r>
    </w:p>
    <w:p w14:paraId="64FD120C" w14:textId="77777777" w:rsidR="009464B2" w:rsidRPr="006455B1" w:rsidRDefault="009464B2" w:rsidP="009464B2">
      <w:r>
        <w:rPr>
          <w:rFonts w:hint="eastAsia"/>
        </w:rPr>
        <w:t xml:space="preserve">　　　　市役所通りを徒歩７分　　　　バス・タクシーで４０分　　　　車で２０分</w:t>
      </w:r>
    </w:p>
    <w:p w14:paraId="62E40FF8" w14:textId="192D1498" w:rsidR="005F5D4A" w:rsidRPr="009464B2" w:rsidRDefault="005F5D4A" w:rsidP="00FA6684"/>
    <w:sectPr w:rsidR="005F5D4A" w:rsidRPr="009464B2" w:rsidSect="00C557C5">
      <w:footerReference w:type="default" r:id="rId12"/>
      <w:pgSz w:w="11906" w:h="16838" w:code="9"/>
      <w:pgMar w:top="1134" w:right="1134" w:bottom="851" w:left="1134" w:header="340" w:footer="283"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693F1" w14:textId="77777777" w:rsidR="007C4254" w:rsidRDefault="007C4254" w:rsidP="00C576A3">
      <w:r>
        <w:separator/>
      </w:r>
    </w:p>
  </w:endnote>
  <w:endnote w:type="continuationSeparator" w:id="0">
    <w:p w14:paraId="654DE787" w14:textId="77777777" w:rsidR="007C4254" w:rsidRDefault="007C4254" w:rsidP="00C5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08390"/>
      <w:docPartObj>
        <w:docPartGallery w:val="Page Numbers (Bottom of Page)"/>
        <w:docPartUnique/>
      </w:docPartObj>
    </w:sdtPr>
    <w:sdtEndPr/>
    <w:sdtContent>
      <w:p w14:paraId="4E3A2287" w14:textId="1C8ED8E7" w:rsidR="00D2041F" w:rsidRDefault="00D2041F">
        <w:pPr>
          <w:pStyle w:val="a7"/>
          <w:jc w:val="center"/>
        </w:pPr>
        <w:r>
          <w:fldChar w:fldCharType="begin"/>
        </w:r>
        <w:r>
          <w:instrText>PAGE   \* MERGEFORMAT</w:instrText>
        </w:r>
        <w:r>
          <w:fldChar w:fldCharType="separate"/>
        </w:r>
        <w:r w:rsidR="002C65D3" w:rsidRPr="002C65D3">
          <w:rPr>
            <w:noProof/>
            <w:lang w:val="ja-JP"/>
          </w:rPr>
          <w:t>3</w:t>
        </w:r>
        <w:r>
          <w:fldChar w:fldCharType="end"/>
        </w:r>
      </w:p>
    </w:sdtContent>
  </w:sdt>
  <w:p w14:paraId="529E3CD0" w14:textId="77777777" w:rsidR="00D2041F" w:rsidRDefault="00D2041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4F65F" w14:textId="77777777" w:rsidR="007C4254" w:rsidRDefault="007C4254" w:rsidP="00C576A3">
      <w:r>
        <w:separator/>
      </w:r>
    </w:p>
  </w:footnote>
  <w:footnote w:type="continuationSeparator" w:id="0">
    <w:p w14:paraId="6B0747F2" w14:textId="77777777" w:rsidR="007C4254" w:rsidRDefault="007C4254" w:rsidP="00C57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AFED4E2"/>
    <w:lvl w:ilvl="0">
      <w:start w:val="1"/>
      <w:numFmt w:val="decimal"/>
      <w:lvlText w:val="%1."/>
      <w:lvlJc w:val="left"/>
      <w:pPr>
        <w:tabs>
          <w:tab w:val="num" w:pos="1636"/>
        </w:tabs>
        <w:ind w:leftChars="600" w:left="1636" w:hangingChars="200" w:hanging="360"/>
      </w:pPr>
    </w:lvl>
  </w:abstractNum>
  <w:abstractNum w:abstractNumId="1" w15:restartNumberingAfterBreak="0">
    <w:nsid w:val="0CF430BA"/>
    <w:multiLevelType w:val="hybridMultilevel"/>
    <w:tmpl w:val="0B749C0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AFE45FF"/>
    <w:multiLevelType w:val="multilevel"/>
    <w:tmpl w:val="B3040ECA"/>
    <w:numStyleLink w:val="110"/>
  </w:abstractNum>
  <w:abstractNum w:abstractNumId="3" w15:restartNumberingAfterBreak="0">
    <w:nsid w:val="1DCB1E1F"/>
    <w:multiLevelType w:val="multilevel"/>
    <w:tmpl w:val="B3040ECA"/>
    <w:styleLink w:val="110"/>
    <w:lvl w:ilvl="0">
      <w:start w:val="10"/>
      <w:numFmt w:val="decimal"/>
      <w:suff w:val="nothing"/>
      <w:lvlText w:val="%1　"/>
      <w:lvlJc w:val="left"/>
      <w:pPr>
        <w:ind w:left="417" w:hanging="417"/>
      </w:pPr>
      <w:rPr>
        <w:rFonts w:hint="eastAsia"/>
      </w:rPr>
    </w:lvl>
    <w:lvl w:ilvl="1">
      <w:start w:val="1"/>
      <w:numFmt w:val="decimal"/>
      <w:suff w:val="nothing"/>
      <w:lvlText w:val="(%2)　"/>
      <w:lvlJc w:val="left"/>
      <w:pPr>
        <w:ind w:left="624" w:hanging="524"/>
      </w:pPr>
      <w:rPr>
        <w:rFonts w:hint="eastAsia"/>
      </w:rPr>
    </w:lvl>
    <w:lvl w:ilvl="2">
      <w:start w:val="1"/>
      <w:numFmt w:val="aiueoFullWidth"/>
      <w:suff w:val="nothing"/>
      <w:lvlText w:val="%3　"/>
      <w:lvlJc w:val="left"/>
      <w:pPr>
        <w:ind w:left="834" w:hanging="434"/>
      </w:pPr>
      <w:rPr>
        <w:rFonts w:hint="eastAsia"/>
      </w:rPr>
    </w:lvl>
    <w:lvl w:ilvl="3">
      <w:start w:val="1"/>
      <w:numFmt w:val="aiueo"/>
      <w:suff w:val="nothing"/>
      <w:lvlText w:val="(%4)　"/>
      <w:lvlJc w:val="left"/>
      <w:pPr>
        <w:ind w:left="1038" w:hanging="513"/>
      </w:pPr>
      <w:rPr>
        <w:rFonts w:hint="eastAsia"/>
      </w:rPr>
    </w:lvl>
    <w:lvl w:ilvl="4">
      <w:start w:val="1"/>
      <w:numFmt w:val="lowerLetter"/>
      <w:suff w:val="nothing"/>
      <w:lvlText w:val="%5　"/>
      <w:lvlJc w:val="left"/>
      <w:pPr>
        <w:ind w:left="1250" w:hanging="305"/>
      </w:pPr>
      <w:rPr>
        <w:rFonts w:hint="eastAsia"/>
      </w:rPr>
    </w:lvl>
    <w:lvl w:ilvl="5">
      <w:start w:val="1"/>
      <w:numFmt w:val="lowerLetter"/>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22CB70A4"/>
    <w:multiLevelType w:val="multilevel"/>
    <w:tmpl w:val="CF9635E6"/>
    <w:numStyleLink w:val="a"/>
  </w:abstractNum>
  <w:abstractNum w:abstractNumId="5" w15:restartNumberingAfterBreak="0">
    <w:nsid w:val="230D558C"/>
    <w:multiLevelType w:val="multilevel"/>
    <w:tmpl w:val="B3040ECA"/>
    <w:numStyleLink w:val="110"/>
  </w:abstractNum>
  <w:abstractNum w:abstractNumId="6" w15:restartNumberingAfterBreak="0">
    <w:nsid w:val="265C3E38"/>
    <w:multiLevelType w:val="multilevel"/>
    <w:tmpl w:val="B3040ECA"/>
    <w:numStyleLink w:val="110"/>
  </w:abstractNum>
  <w:abstractNum w:abstractNumId="7" w15:restartNumberingAfterBreak="0">
    <w:nsid w:val="2E24675B"/>
    <w:multiLevelType w:val="hybridMultilevel"/>
    <w:tmpl w:val="AB7A05E8"/>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8" w15:restartNumberingAfterBreak="0">
    <w:nsid w:val="50F86FCF"/>
    <w:multiLevelType w:val="hybridMultilevel"/>
    <w:tmpl w:val="CA34DB40"/>
    <w:lvl w:ilvl="0" w:tplc="EB245E1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EFC455A"/>
    <w:multiLevelType w:val="hybridMultilevel"/>
    <w:tmpl w:val="A4C0CC7E"/>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64AD1F51"/>
    <w:multiLevelType w:val="multilevel"/>
    <w:tmpl w:val="CF9635E6"/>
    <w:styleLink w:val="a"/>
    <w:lvl w:ilvl="0">
      <w:start w:val="1"/>
      <w:numFmt w:val="decimalFullWidth"/>
      <w:suff w:val="nothing"/>
      <w:lvlText w:val="%1　"/>
      <w:lvlJc w:val="left"/>
      <w:pPr>
        <w:ind w:left="417" w:hanging="417"/>
      </w:pPr>
      <w:rPr>
        <w:rFonts w:hint="eastAsia"/>
      </w:rPr>
    </w:lvl>
    <w:lvl w:ilvl="1">
      <w:start w:val="1"/>
      <w:numFmt w:val="decimal"/>
      <w:suff w:val="nothing"/>
      <w:lvlText w:val="(%2)　"/>
      <w:lvlJc w:val="left"/>
      <w:pPr>
        <w:ind w:left="624" w:hanging="524"/>
      </w:pPr>
      <w:rPr>
        <w:rFonts w:hint="eastAsia"/>
      </w:rPr>
    </w:lvl>
    <w:lvl w:ilvl="2">
      <w:start w:val="1"/>
      <w:numFmt w:val="aiueoFullWidth"/>
      <w:suff w:val="nothing"/>
      <w:lvlText w:val="%3　"/>
      <w:lvlJc w:val="left"/>
      <w:pPr>
        <w:ind w:left="834" w:hanging="434"/>
      </w:pPr>
      <w:rPr>
        <w:rFonts w:hint="eastAsia"/>
      </w:rPr>
    </w:lvl>
    <w:lvl w:ilvl="3">
      <w:start w:val="1"/>
      <w:numFmt w:val="aiueo"/>
      <w:suff w:val="nothing"/>
      <w:lvlText w:val="(%4)　"/>
      <w:lvlJc w:val="left"/>
      <w:pPr>
        <w:ind w:left="1038" w:hanging="513"/>
      </w:pPr>
      <w:rPr>
        <w:rFonts w:hint="eastAsia"/>
      </w:rPr>
    </w:lvl>
    <w:lvl w:ilvl="4">
      <w:start w:val="1"/>
      <w:numFmt w:val="lowerLetter"/>
      <w:suff w:val="nothing"/>
      <w:lvlText w:val="%5　"/>
      <w:lvlJc w:val="left"/>
      <w:pPr>
        <w:ind w:left="1250" w:hanging="305"/>
      </w:pPr>
      <w:rPr>
        <w:rFonts w:hint="eastAsia"/>
      </w:rPr>
    </w:lvl>
    <w:lvl w:ilvl="5">
      <w:start w:val="1"/>
      <w:numFmt w:val="lowerLetter"/>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6F4A3361"/>
    <w:multiLevelType w:val="hybridMultilevel"/>
    <w:tmpl w:val="ADC286A8"/>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70A7789C"/>
    <w:multiLevelType w:val="multilevel"/>
    <w:tmpl w:val="CF9635E6"/>
    <w:lvl w:ilvl="0">
      <w:start w:val="1"/>
      <w:numFmt w:val="decimalFullWidth"/>
      <w:pStyle w:val="1"/>
      <w:suff w:val="nothing"/>
      <w:lvlText w:val="%1　"/>
      <w:lvlJc w:val="left"/>
      <w:pPr>
        <w:ind w:left="417" w:hanging="417"/>
      </w:pPr>
      <w:rPr>
        <w:rFonts w:hint="eastAsia"/>
      </w:rPr>
    </w:lvl>
    <w:lvl w:ilvl="1">
      <w:start w:val="1"/>
      <w:numFmt w:val="decimal"/>
      <w:pStyle w:val="2"/>
      <w:suff w:val="nothing"/>
      <w:lvlText w:val="(%2)　"/>
      <w:lvlJc w:val="left"/>
      <w:pPr>
        <w:ind w:left="624" w:hanging="524"/>
      </w:pPr>
      <w:rPr>
        <w:rFonts w:hint="eastAsia"/>
      </w:rPr>
    </w:lvl>
    <w:lvl w:ilvl="2">
      <w:start w:val="1"/>
      <w:numFmt w:val="aiueoFullWidth"/>
      <w:pStyle w:val="3"/>
      <w:suff w:val="nothing"/>
      <w:lvlText w:val="%3　"/>
      <w:lvlJc w:val="left"/>
      <w:pPr>
        <w:ind w:left="834" w:hanging="434"/>
      </w:pPr>
      <w:rPr>
        <w:rFonts w:hint="eastAsia"/>
      </w:rPr>
    </w:lvl>
    <w:lvl w:ilvl="3">
      <w:start w:val="1"/>
      <w:numFmt w:val="aiueo"/>
      <w:pStyle w:val="4"/>
      <w:suff w:val="nothing"/>
      <w:lvlText w:val="(%4)　"/>
      <w:lvlJc w:val="left"/>
      <w:pPr>
        <w:ind w:left="1038" w:hanging="513"/>
      </w:pPr>
      <w:rPr>
        <w:rFonts w:hint="eastAsia"/>
      </w:rPr>
    </w:lvl>
    <w:lvl w:ilvl="4">
      <w:start w:val="1"/>
      <w:numFmt w:val="lowerLetter"/>
      <w:pStyle w:val="5"/>
      <w:suff w:val="nothing"/>
      <w:lvlText w:val="%5　"/>
      <w:lvlJc w:val="left"/>
      <w:pPr>
        <w:ind w:left="1250" w:hanging="305"/>
      </w:pPr>
      <w:rPr>
        <w:rFonts w:hint="eastAsia"/>
      </w:rPr>
    </w:lvl>
    <w:lvl w:ilvl="5">
      <w:start w:val="1"/>
      <w:numFmt w:val="lowerLetter"/>
      <w:pStyle w:val="6"/>
      <w:suff w:val="nothing"/>
      <w:lvlText w:val="(%6)　"/>
      <w:lvlJc w:val="left"/>
      <w:pPr>
        <w:ind w:left="1457" w:hanging="512"/>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760D0F99"/>
    <w:multiLevelType w:val="multilevel"/>
    <w:tmpl w:val="CF9635E6"/>
    <w:numStyleLink w:val="a"/>
  </w:abstractNum>
  <w:num w:numId="1">
    <w:abstractNumId w:val="8"/>
  </w:num>
  <w:num w:numId="2">
    <w:abstractNumId w:val="10"/>
  </w:num>
  <w:num w:numId="3">
    <w:abstractNumId w:val="13"/>
  </w:num>
  <w:num w:numId="4">
    <w:abstractNumId w:val="4"/>
  </w:num>
  <w:num w:numId="5">
    <w:abstractNumId w:val="12"/>
  </w:num>
  <w:num w:numId="6">
    <w:abstractNumId w:val="7"/>
  </w:num>
  <w:num w:numId="7">
    <w:abstractNumId w:val="9"/>
  </w:num>
  <w:num w:numId="8">
    <w:abstractNumId w:val="11"/>
  </w:num>
  <w:num w:numId="9">
    <w:abstractNumId w:val="1"/>
  </w:num>
  <w:num w:numId="10">
    <w:abstractNumId w:val="0"/>
  </w:num>
  <w:num w:numId="11">
    <w:abstractNumId w:val="3"/>
  </w:num>
  <w:num w:numId="12">
    <w:abstractNumId w:val="6"/>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bordersDoNotSurroundHeader/>
  <w:bordersDoNotSurroundFooter/>
  <w:proofState w:spelling="clean" w:grammar="dirty"/>
  <w:attachedTemplate r:id="rId1"/>
  <w:linkStyles/>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6A3"/>
    <w:rsid w:val="000017A6"/>
    <w:rsid w:val="00002DB2"/>
    <w:rsid w:val="00002F25"/>
    <w:rsid w:val="0000787F"/>
    <w:rsid w:val="000105D7"/>
    <w:rsid w:val="000147B4"/>
    <w:rsid w:val="00031A0B"/>
    <w:rsid w:val="000355C5"/>
    <w:rsid w:val="00050C3A"/>
    <w:rsid w:val="00057187"/>
    <w:rsid w:val="000666A6"/>
    <w:rsid w:val="00080528"/>
    <w:rsid w:val="00082A02"/>
    <w:rsid w:val="000C74C9"/>
    <w:rsid w:val="000F1BE4"/>
    <w:rsid w:val="00102629"/>
    <w:rsid w:val="00117603"/>
    <w:rsid w:val="00125070"/>
    <w:rsid w:val="00126540"/>
    <w:rsid w:val="0015119D"/>
    <w:rsid w:val="00156D86"/>
    <w:rsid w:val="00157669"/>
    <w:rsid w:val="0017132D"/>
    <w:rsid w:val="001879FF"/>
    <w:rsid w:val="00197065"/>
    <w:rsid w:val="001B0822"/>
    <w:rsid w:val="001B62DD"/>
    <w:rsid w:val="001B7364"/>
    <w:rsid w:val="001E05C9"/>
    <w:rsid w:val="001E4907"/>
    <w:rsid w:val="001E696D"/>
    <w:rsid w:val="001F661B"/>
    <w:rsid w:val="00202E0A"/>
    <w:rsid w:val="0021675F"/>
    <w:rsid w:val="002248F0"/>
    <w:rsid w:val="002460FA"/>
    <w:rsid w:val="00247E4F"/>
    <w:rsid w:val="00251249"/>
    <w:rsid w:val="00251B8C"/>
    <w:rsid w:val="002552F5"/>
    <w:rsid w:val="00256644"/>
    <w:rsid w:val="00263789"/>
    <w:rsid w:val="00273C7D"/>
    <w:rsid w:val="00286331"/>
    <w:rsid w:val="00290CDD"/>
    <w:rsid w:val="002961E1"/>
    <w:rsid w:val="002B3C76"/>
    <w:rsid w:val="002C4E63"/>
    <w:rsid w:val="002C65D3"/>
    <w:rsid w:val="002D07A1"/>
    <w:rsid w:val="002D68BB"/>
    <w:rsid w:val="002D6D0D"/>
    <w:rsid w:val="002F5661"/>
    <w:rsid w:val="002F6887"/>
    <w:rsid w:val="00311131"/>
    <w:rsid w:val="00321709"/>
    <w:rsid w:val="00325B0E"/>
    <w:rsid w:val="00343C47"/>
    <w:rsid w:val="00344A80"/>
    <w:rsid w:val="00352EAE"/>
    <w:rsid w:val="003615D2"/>
    <w:rsid w:val="003843B1"/>
    <w:rsid w:val="003871AE"/>
    <w:rsid w:val="003875DB"/>
    <w:rsid w:val="00395FF6"/>
    <w:rsid w:val="003A028D"/>
    <w:rsid w:val="003A5A17"/>
    <w:rsid w:val="003B51A2"/>
    <w:rsid w:val="003C06C4"/>
    <w:rsid w:val="003C15FF"/>
    <w:rsid w:val="003C3067"/>
    <w:rsid w:val="003F15A3"/>
    <w:rsid w:val="00403065"/>
    <w:rsid w:val="004044AB"/>
    <w:rsid w:val="00407925"/>
    <w:rsid w:val="00413B33"/>
    <w:rsid w:val="0042130E"/>
    <w:rsid w:val="00421D2F"/>
    <w:rsid w:val="00421E16"/>
    <w:rsid w:val="00440447"/>
    <w:rsid w:val="00444A4E"/>
    <w:rsid w:val="004577CA"/>
    <w:rsid w:val="0047219E"/>
    <w:rsid w:val="0047401C"/>
    <w:rsid w:val="00474A12"/>
    <w:rsid w:val="00485809"/>
    <w:rsid w:val="00485C09"/>
    <w:rsid w:val="004B0193"/>
    <w:rsid w:val="004B17DD"/>
    <w:rsid w:val="004B1981"/>
    <w:rsid w:val="004C581D"/>
    <w:rsid w:val="004C7095"/>
    <w:rsid w:val="004D1E23"/>
    <w:rsid w:val="004D1EC1"/>
    <w:rsid w:val="004D25CD"/>
    <w:rsid w:val="004F25C1"/>
    <w:rsid w:val="004F5B3D"/>
    <w:rsid w:val="005065D1"/>
    <w:rsid w:val="00514028"/>
    <w:rsid w:val="005302A2"/>
    <w:rsid w:val="005405E3"/>
    <w:rsid w:val="0055461B"/>
    <w:rsid w:val="005557DE"/>
    <w:rsid w:val="00557873"/>
    <w:rsid w:val="00560AA2"/>
    <w:rsid w:val="00560FA9"/>
    <w:rsid w:val="00561FAA"/>
    <w:rsid w:val="005643DD"/>
    <w:rsid w:val="005736E7"/>
    <w:rsid w:val="00573C04"/>
    <w:rsid w:val="00575E82"/>
    <w:rsid w:val="0058205A"/>
    <w:rsid w:val="00592730"/>
    <w:rsid w:val="0059494C"/>
    <w:rsid w:val="00594D07"/>
    <w:rsid w:val="005A5A36"/>
    <w:rsid w:val="005E0CC9"/>
    <w:rsid w:val="005E26F9"/>
    <w:rsid w:val="005F5D4A"/>
    <w:rsid w:val="00613B8A"/>
    <w:rsid w:val="00616D84"/>
    <w:rsid w:val="00624F53"/>
    <w:rsid w:val="0063090C"/>
    <w:rsid w:val="00643997"/>
    <w:rsid w:val="006456BF"/>
    <w:rsid w:val="006505BE"/>
    <w:rsid w:val="00651FA6"/>
    <w:rsid w:val="0066351F"/>
    <w:rsid w:val="00664749"/>
    <w:rsid w:val="00666B69"/>
    <w:rsid w:val="00670D9E"/>
    <w:rsid w:val="006744DA"/>
    <w:rsid w:val="00683340"/>
    <w:rsid w:val="00685252"/>
    <w:rsid w:val="00685517"/>
    <w:rsid w:val="00686B9D"/>
    <w:rsid w:val="00690707"/>
    <w:rsid w:val="00690756"/>
    <w:rsid w:val="00690F20"/>
    <w:rsid w:val="00695E12"/>
    <w:rsid w:val="006A0EF3"/>
    <w:rsid w:val="006B1341"/>
    <w:rsid w:val="006B3EE3"/>
    <w:rsid w:val="006B5A09"/>
    <w:rsid w:val="006B7FD4"/>
    <w:rsid w:val="006C02BB"/>
    <w:rsid w:val="006D1850"/>
    <w:rsid w:val="006D4BAB"/>
    <w:rsid w:val="006D550A"/>
    <w:rsid w:val="006D64C1"/>
    <w:rsid w:val="006D6FDE"/>
    <w:rsid w:val="007106C4"/>
    <w:rsid w:val="007215CD"/>
    <w:rsid w:val="00721D50"/>
    <w:rsid w:val="00735119"/>
    <w:rsid w:val="007449DA"/>
    <w:rsid w:val="007605AB"/>
    <w:rsid w:val="007613FC"/>
    <w:rsid w:val="00766DDD"/>
    <w:rsid w:val="007733A1"/>
    <w:rsid w:val="007745F9"/>
    <w:rsid w:val="00786EAB"/>
    <w:rsid w:val="007910B8"/>
    <w:rsid w:val="007B4E4B"/>
    <w:rsid w:val="007C4254"/>
    <w:rsid w:val="007C7B4B"/>
    <w:rsid w:val="007D3D06"/>
    <w:rsid w:val="007F70EF"/>
    <w:rsid w:val="007F73A2"/>
    <w:rsid w:val="00805A00"/>
    <w:rsid w:val="008106A5"/>
    <w:rsid w:val="0082534E"/>
    <w:rsid w:val="00832983"/>
    <w:rsid w:val="00846629"/>
    <w:rsid w:val="00852E7E"/>
    <w:rsid w:val="0086083E"/>
    <w:rsid w:val="00862C6B"/>
    <w:rsid w:val="0086370F"/>
    <w:rsid w:val="00885FD4"/>
    <w:rsid w:val="00891E95"/>
    <w:rsid w:val="0089295F"/>
    <w:rsid w:val="00895FC7"/>
    <w:rsid w:val="008961CF"/>
    <w:rsid w:val="008A1C88"/>
    <w:rsid w:val="008A5919"/>
    <w:rsid w:val="008A6E53"/>
    <w:rsid w:val="008C241F"/>
    <w:rsid w:val="008C35F6"/>
    <w:rsid w:val="008C5362"/>
    <w:rsid w:val="008E5AFF"/>
    <w:rsid w:val="0090608B"/>
    <w:rsid w:val="0090610D"/>
    <w:rsid w:val="009107A7"/>
    <w:rsid w:val="00917C38"/>
    <w:rsid w:val="00921E2A"/>
    <w:rsid w:val="009257F2"/>
    <w:rsid w:val="0094286D"/>
    <w:rsid w:val="009464B2"/>
    <w:rsid w:val="00946AC9"/>
    <w:rsid w:val="00947318"/>
    <w:rsid w:val="0095534C"/>
    <w:rsid w:val="00961AC4"/>
    <w:rsid w:val="009621F2"/>
    <w:rsid w:val="00962677"/>
    <w:rsid w:val="00963EE3"/>
    <w:rsid w:val="00985C95"/>
    <w:rsid w:val="009A7234"/>
    <w:rsid w:val="009B16D2"/>
    <w:rsid w:val="009B5AA3"/>
    <w:rsid w:val="009C6E5C"/>
    <w:rsid w:val="009D2460"/>
    <w:rsid w:val="009E4724"/>
    <w:rsid w:val="009E649F"/>
    <w:rsid w:val="009F6FDA"/>
    <w:rsid w:val="00A065C8"/>
    <w:rsid w:val="00A102A8"/>
    <w:rsid w:val="00A12E6E"/>
    <w:rsid w:val="00A13104"/>
    <w:rsid w:val="00A13CAE"/>
    <w:rsid w:val="00A208EB"/>
    <w:rsid w:val="00A24173"/>
    <w:rsid w:val="00A246A2"/>
    <w:rsid w:val="00A314AC"/>
    <w:rsid w:val="00A64B1E"/>
    <w:rsid w:val="00A84275"/>
    <w:rsid w:val="00A85378"/>
    <w:rsid w:val="00A86917"/>
    <w:rsid w:val="00A86FA6"/>
    <w:rsid w:val="00A902BC"/>
    <w:rsid w:val="00A95431"/>
    <w:rsid w:val="00AD7BC3"/>
    <w:rsid w:val="00AE136A"/>
    <w:rsid w:val="00AE2C2E"/>
    <w:rsid w:val="00AE6B52"/>
    <w:rsid w:val="00AF32D9"/>
    <w:rsid w:val="00AF6BED"/>
    <w:rsid w:val="00B05ED0"/>
    <w:rsid w:val="00B06EEB"/>
    <w:rsid w:val="00B156A7"/>
    <w:rsid w:val="00B22662"/>
    <w:rsid w:val="00B22B36"/>
    <w:rsid w:val="00B345CC"/>
    <w:rsid w:val="00B34B15"/>
    <w:rsid w:val="00B37565"/>
    <w:rsid w:val="00B44AC1"/>
    <w:rsid w:val="00B53E87"/>
    <w:rsid w:val="00B61FFD"/>
    <w:rsid w:val="00B6324D"/>
    <w:rsid w:val="00B7090F"/>
    <w:rsid w:val="00B734C2"/>
    <w:rsid w:val="00B810A7"/>
    <w:rsid w:val="00B91D50"/>
    <w:rsid w:val="00BB4634"/>
    <w:rsid w:val="00BB6D95"/>
    <w:rsid w:val="00BB7833"/>
    <w:rsid w:val="00BD6048"/>
    <w:rsid w:val="00BF0F4A"/>
    <w:rsid w:val="00BF32B4"/>
    <w:rsid w:val="00BF3533"/>
    <w:rsid w:val="00BF4858"/>
    <w:rsid w:val="00C0350B"/>
    <w:rsid w:val="00C03CAA"/>
    <w:rsid w:val="00C23F64"/>
    <w:rsid w:val="00C24FE1"/>
    <w:rsid w:val="00C26BCB"/>
    <w:rsid w:val="00C45C93"/>
    <w:rsid w:val="00C5087B"/>
    <w:rsid w:val="00C508A0"/>
    <w:rsid w:val="00C50A42"/>
    <w:rsid w:val="00C51235"/>
    <w:rsid w:val="00C557C5"/>
    <w:rsid w:val="00C56AA1"/>
    <w:rsid w:val="00C576A3"/>
    <w:rsid w:val="00C634E6"/>
    <w:rsid w:val="00C70514"/>
    <w:rsid w:val="00C81DC6"/>
    <w:rsid w:val="00C92F09"/>
    <w:rsid w:val="00C9721E"/>
    <w:rsid w:val="00C97A57"/>
    <w:rsid w:val="00CC398D"/>
    <w:rsid w:val="00CC59D1"/>
    <w:rsid w:val="00CD5629"/>
    <w:rsid w:val="00CD7318"/>
    <w:rsid w:val="00CE660B"/>
    <w:rsid w:val="00CF6123"/>
    <w:rsid w:val="00D07364"/>
    <w:rsid w:val="00D115B3"/>
    <w:rsid w:val="00D153D1"/>
    <w:rsid w:val="00D2041F"/>
    <w:rsid w:val="00D22C77"/>
    <w:rsid w:val="00D41CB9"/>
    <w:rsid w:val="00D44F3A"/>
    <w:rsid w:val="00D7681E"/>
    <w:rsid w:val="00D84C42"/>
    <w:rsid w:val="00D9163E"/>
    <w:rsid w:val="00D97373"/>
    <w:rsid w:val="00DA0616"/>
    <w:rsid w:val="00DB3722"/>
    <w:rsid w:val="00DB43A7"/>
    <w:rsid w:val="00DB488E"/>
    <w:rsid w:val="00DB67A6"/>
    <w:rsid w:val="00DD1A04"/>
    <w:rsid w:val="00DE19A0"/>
    <w:rsid w:val="00DE4632"/>
    <w:rsid w:val="00DE5C01"/>
    <w:rsid w:val="00DE6831"/>
    <w:rsid w:val="00DE6AEF"/>
    <w:rsid w:val="00DF31CA"/>
    <w:rsid w:val="00E10363"/>
    <w:rsid w:val="00E16850"/>
    <w:rsid w:val="00E2303A"/>
    <w:rsid w:val="00E3122D"/>
    <w:rsid w:val="00E31A05"/>
    <w:rsid w:val="00E47579"/>
    <w:rsid w:val="00E47C5B"/>
    <w:rsid w:val="00E500DE"/>
    <w:rsid w:val="00E525C1"/>
    <w:rsid w:val="00E54685"/>
    <w:rsid w:val="00E64624"/>
    <w:rsid w:val="00E64D55"/>
    <w:rsid w:val="00E65782"/>
    <w:rsid w:val="00E66898"/>
    <w:rsid w:val="00E857C2"/>
    <w:rsid w:val="00E87FF4"/>
    <w:rsid w:val="00E9241E"/>
    <w:rsid w:val="00EA2C54"/>
    <w:rsid w:val="00EC23D6"/>
    <w:rsid w:val="00EC502E"/>
    <w:rsid w:val="00ED01AE"/>
    <w:rsid w:val="00ED5D3F"/>
    <w:rsid w:val="00EE2FA6"/>
    <w:rsid w:val="00F04AD0"/>
    <w:rsid w:val="00F10DAF"/>
    <w:rsid w:val="00F11714"/>
    <w:rsid w:val="00F11E6A"/>
    <w:rsid w:val="00F276A8"/>
    <w:rsid w:val="00F32C01"/>
    <w:rsid w:val="00F45AF1"/>
    <w:rsid w:val="00F5507F"/>
    <w:rsid w:val="00F551A6"/>
    <w:rsid w:val="00F55FB8"/>
    <w:rsid w:val="00F66686"/>
    <w:rsid w:val="00F66820"/>
    <w:rsid w:val="00F87B7E"/>
    <w:rsid w:val="00FA3FF5"/>
    <w:rsid w:val="00FA6684"/>
    <w:rsid w:val="00FA74F5"/>
    <w:rsid w:val="00FA7B31"/>
    <w:rsid w:val="00FB2ABA"/>
    <w:rsid w:val="00FB42C8"/>
    <w:rsid w:val="00FB4CC9"/>
    <w:rsid w:val="00FB56EE"/>
    <w:rsid w:val="00FC20A3"/>
    <w:rsid w:val="00FC7DAA"/>
    <w:rsid w:val="00FD4B9B"/>
    <w:rsid w:val="00FD6CF0"/>
    <w:rsid w:val="00FF122D"/>
    <w:rsid w:val="00FF640A"/>
    <w:rsid w:val="00FF6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5BF842"/>
  <w15:docId w15:val="{C77F827E-E797-4ACB-AFDB-154E9435A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2041F"/>
    <w:pPr>
      <w:widowControl w:val="0"/>
      <w:jc w:val="both"/>
    </w:pPr>
    <w:rPr>
      <w:rFonts w:asciiTheme="minorHAnsi" w:eastAsiaTheme="minorEastAsia" w:hAnsiTheme="minorHAnsi" w:cstheme="minorBidi"/>
      <w:kern w:val="2"/>
      <w:sz w:val="21"/>
      <w:szCs w:val="21"/>
    </w:rPr>
  </w:style>
  <w:style w:type="paragraph" w:styleId="1">
    <w:name w:val="heading 1"/>
    <w:basedOn w:val="a0"/>
    <w:next w:val="a1"/>
    <w:link w:val="10"/>
    <w:uiPriority w:val="9"/>
    <w:qFormat/>
    <w:rsid w:val="00D2041F"/>
    <w:pPr>
      <w:keepNext/>
      <w:numPr>
        <w:numId w:val="5"/>
      </w:numPr>
      <w:outlineLvl w:val="0"/>
    </w:pPr>
    <w:rPr>
      <w:rFonts w:asciiTheme="majorHAnsi" w:eastAsiaTheme="majorEastAsia" w:hAnsiTheme="majorHAnsi" w:cstheme="majorBidi"/>
      <w:szCs w:val="24"/>
    </w:rPr>
  </w:style>
  <w:style w:type="paragraph" w:styleId="2">
    <w:name w:val="heading 2"/>
    <w:basedOn w:val="a0"/>
    <w:next w:val="20"/>
    <w:link w:val="21"/>
    <w:uiPriority w:val="9"/>
    <w:unhideWhenUsed/>
    <w:qFormat/>
    <w:rsid w:val="00D2041F"/>
    <w:pPr>
      <w:keepNext/>
      <w:numPr>
        <w:ilvl w:val="1"/>
        <w:numId w:val="5"/>
      </w:numPr>
      <w:outlineLvl w:val="1"/>
    </w:pPr>
    <w:rPr>
      <w:rFonts w:asciiTheme="majorHAnsi" w:eastAsiaTheme="majorEastAsia" w:hAnsiTheme="majorHAnsi" w:cstheme="majorBidi"/>
    </w:rPr>
  </w:style>
  <w:style w:type="paragraph" w:styleId="3">
    <w:name w:val="heading 3"/>
    <w:basedOn w:val="2"/>
    <w:next w:val="30"/>
    <w:link w:val="31"/>
    <w:uiPriority w:val="9"/>
    <w:unhideWhenUsed/>
    <w:qFormat/>
    <w:rsid w:val="00D2041F"/>
    <w:pPr>
      <w:numPr>
        <w:ilvl w:val="2"/>
      </w:numPr>
      <w:outlineLvl w:val="2"/>
    </w:pPr>
  </w:style>
  <w:style w:type="paragraph" w:styleId="4">
    <w:name w:val="heading 4"/>
    <w:basedOn w:val="3"/>
    <w:next w:val="40"/>
    <w:link w:val="41"/>
    <w:uiPriority w:val="9"/>
    <w:unhideWhenUsed/>
    <w:qFormat/>
    <w:rsid w:val="00D2041F"/>
    <w:pPr>
      <w:numPr>
        <w:ilvl w:val="3"/>
      </w:numPr>
      <w:outlineLvl w:val="3"/>
    </w:pPr>
    <w:rPr>
      <w:bCs/>
    </w:rPr>
  </w:style>
  <w:style w:type="paragraph" w:styleId="5">
    <w:name w:val="heading 5"/>
    <w:basedOn w:val="4"/>
    <w:next w:val="50"/>
    <w:link w:val="51"/>
    <w:uiPriority w:val="9"/>
    <w:unhideWhenUsed/>
    <w:qFormat/>
    <w:rsid w:val="00D2041F"/>
    <w:pPr>
      <w:numPr>
        <w:ilvl w:val="4"/>
      </w:numPr>
      <w:outlineLvl w:val="4"/>
    </w:pPr>
  </w:style>
  <w:style w:type="paragraph" w:styleId="6">
    <w:name w:val="heading 6"/>
    <w:basedOn w:val="5"/>
    <w:next w:val="60"/>
    <w:link w:val="61"/>
    <w:uiPriority w:val="9"/>
    <w:unhideWhenUsed/>
    <w:qFormat/>
    <w:rsid w:val="00D2041F"/>
    <w:pPr>
      <w:numPr>
        <w:ilvl w:val="5"/>
      </w:numPr>
      <w:outlineLvl w:val="5"/>
    </w:pPr>
    <w:rPr>
      <w:bCs w:val="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D2041F"/>
    <w:pPr>
      <w:tabs>
        <w:tab w:val="center" w:pos="4252"/>
        <w:tab w:val="right" w:pos="8504"/>
      </w:tabs>
      <w:snapToGrid w:val="0"/>
    </w:pPr>
  </w:style>
  <w:style w:type="character" w:customStyle="1" w:styleId="a6">
    <w:name w:val="ヘッダー (文字)"/>
    <w:basedOn w:val="a2"/>
    <w:link w:val="a5"/>
    <w:uiPriority w:val="99"/>
    <w:rsid w:val="00D2041F"/>
    <w:rPr>
      <w:rFonts w:asciiTheme="minorHAnsi" w:eastAsiaTheme="minorEastAsia" w:hAnsiTheme="minorHAnsi" w:cstheme="minorBidi"/>
      <w:kern w:val="2"/>
      <w:sz w:val="21"/>
      <w:szCs w:val="21"/>
    </w:rPr>
  </w:style>
  <w:style w:type="paragraph" w:styleId="a7">
    <w:name w:val="footer"/>
    <w:basedOn w:val="a0"/>
    <w:link w:val="a8"/>
    <w:uiPriority w:val="99"/>
    <w:unhideWhenUsed/>
    <w:rsid w:val="00D2041F"/>
    <w:pPr>
      <w:tabs>
        <w:tab w:val="center" w:pos="4252"/>
        <w:tab w:val="right" w:pos="8504"/>
      </w:tabs>
      <w:snapToGrid w:val="0"/>
    </w:pPr>
  </w:style>
  <w:style w:type="character" w:customStyle="1" w:styleId="a8">
    <w:name w:val="フッター (文字)"/>
    <w:basedOn w:val="a2"/>
    <w:link w:val="a7"/>
    <w:uiPriority w:val="99"/>
    <w:rsid w:val="00D2041F"/>
    <w:rPr>
      <w:rFonts w:asciiTheme="minorHAnsi" w:eastAsiaTheme="minorEastAsia" w:hAnsiTheme="minorHAnsi" w:cstheme="minorBidi"/>
      <w:kern w:val="2"/>
      <w:sz w:val="21"/>
      <w:szCs w:val="21"/>
    </w:rPr>
  </w:style>
  <w:style w:type="paragraph" w:styleId="a9">
    <w:name w:val="Balloon Text"/>
    <w:basedOn w:val="a0"/>
    <w:link w:val="aa"/>
    <w:uiPriority w:val="99"/>
    <w:semiHidden/>
    <w:unhideWhenUsed/>
    <w:rsid w:val="00D2041F"/>
    <w:rPr>
      <w:rFonts w:asciiTheme="majorHAnsi" w:eastAsiaTheme="majorEastAsia" w:hAnsiTheme="majorHAnsi" w:cstheme="majorBidi"/>
      <w:sz w:val="18"/>
      <w:szCs w:val="18"/>
    </w:rPr>
  </w:style>
  <w:style w:type="character" w:customStyle="1" w:styleId="aa">
    <w:name w:val="吹き出し (文字)"/>
    <w:basedOn w:val="a2"/>
    <w:link w:val="a9"/>
    <w:uiPriority w:val="99"/>
    <w:semiHidden/>
    <w:rsid w:val="00D2041F"/>
    <w:rPr>
      <w:rFonts w:asciiTheme="majorHAnsi" w:eastAsiaTheme="majorEastAsia" w:hAnsiTheme="majorHAnsi" w:cstheme="majorBidi"/>
      <w:kern w:val="2"/>
      <w:sz w:val="18"/>
      <w:szCs w:val="18"/>
    </w:rPr>
  </w:style>
  <w:style w:type="character" w:styleId="ab">
    <w:name w:val="Emphasis"/>
    <w:uiPriority w:val="20"/>
    <w:qFormat/>
    <w:rsid w:val="008C5362"/>
    <w:rPr>
      <w:b/>
      <w:bCs/>
      <w:i w:val="0"/>
      <w:iCs w:val="0"/>
    </w:rPr>
  </w:style>
  <w:style w:type="character" w:styleId="ac">
    <w:name w:val="Hyperlink"/>
    <w:uiPriority w:val="99"/>
    <w:unhideWhenUsed/>
    <w:rsid w:val="008106A5"/>
    <w:rPr>
      <w:color w:val="0000FF"/>
      <w:u w:val="single"/>
    </w:rPr>
  </w:style>
  <w:style w:type="character" w:customStyle="1" w:styleId="10">
    <w:name w:val="見出し 1 (文字)"/>
    <w:basedOn w:val="a2"/>
    <w:link w:val="1"/>
    <w:uiPriority w:val="9"/>
    <w:rsid w:val="00D2041F"/>
    <w:rPr>
      <w:rFonts w:asciiTheme="majorHAnsi" w:eastAsiaTheme="majorEastAsia" w:hAnsiTheme="majorHAnsi" w:cstheme="majorBidi"/>
      <w:kern w:val="2"/>
      <w:sz w:val="21"/>
      <w:szCs w:val="24"/>
    </w:rPr>
  </w:style>
  <w:style w:type="character" w:customStyle="1" w:styleId="21">
    <w:name w:val="見出し 2 (文字)"/>
    <w:basedOn w:val="a2"/>
    <w:link w:val="2"/>
    <w:uiPriority w:val="9"/>
    <w:rsid w:val="00D2041F"/>
    <w:rPr>
      <w:rFonts w:asciiTheme="majorHAnsi" w:eastAsiaTheme="majorEastAsia" w:hAnsiTheme="majorHAnsi" w:cstheme="majorBidi"/>
      <w:kern w:val="2"/>
      <w:sz w:val="21"/>
      <w:szCs w:val="21"/>
    </w:rPr>
  </w:style>
  <w:style w:type="character" w:customStyle="1" w:styleId="31">
    <w:name w:val="見出し 3 (文字)"/>
    <w:basedOn w:val="a2"/>
    <w:link w:val="3"/>
    <w:uiPriority w:val="9"/>
    <w:rsid w:val="00D2041F"/>
    <w:rPr>
      <w:rFonts w:asciiTheme="majorHAnsi" w:eastAsiaTheme="majorEastAsia" w:hAnsiTheme="majorHAnsi" w:cstheme="majorBidi"/>
      <w:kern w:val="2"/>
      <w:sz w:val="21"/>
      <w:szCs w:val="21"/>
    </w:rPr>
  </w:style>
  <w:style w:type="character" w:customStyle="1" w:styleId="41">
    <w:name w:val="見出し 4 (文字)"/>
    <w:basedOn w:val="a2"/>
    <w:link w:val="4"/>
    <w:uiPriority w:val="9"/>
    <w:rsid w:val="00D2041F"/>
    <w:rPr>
      <w:rFonts w:asciiTheme="majorHAnsi" w:eastAsiaTheme="majorEastAsia" w:hAnsiTheme="majorHAnsi" w:cstheme="majorBidi"/>
      <w:bCs/>
      <w:kern w:val="2"/>
      <w:sz w:val="21"/>
      <w:szCs w:val="21"/>
    </w:rPr>
  </w:style>
  <w:style w:type="character" w:customStyle="1" w:styleId="51">
    <w:name w:val="見出し 5 (文字)"/>
    <w:basedOn w:val="a2"/>
    <w:link w:val="5"/>
    <w:uiPriority w:val="9"/>
    <w:rsid w:val="00D2041F"/>
    <w:rPr>
      <w:rFonts w:asciiTheme="majorHAnsi" w:eastAsiaTheme="majorEastAsia" w:hAnsiTheme="majorHAnsi" w:cstheme="majorBidi"/>
      <w:bCs/>
      <w:kern w:val="2"/>
      <w:sz w:val="21"/>
      <w:szCs w:val="21"/>
    </w:rPr>
  </w:style>
  <w:style w:type="character" w:customStyle="1" w:styleId="61">
    <w:name w:val="見出し 6 (文字)"/>
    <w:basedOn w:val="a2"/>
    <w:link w:val="6"/>
    <w:uiPriority w:val="9"/>
    <w:rsid w:val="00D2041F"/>
    <w:rPr>
      <w:rFonts w:asciiTheme="majorHAnsi" w:eastAsiaTheme="majorEastAsia" w:hAnsiTheme="majorHAnsi" w:cstheme="majorBidi"/>
      <w:kern w:val="2"/>
      <w:sz w:val="21"/>
      <w:szCs w:val="21"/>
    </w:rPr>
  </w:style>
  <w:style w:type="paragraph" w:styleId="ad">
    <w:name w:val="Revision"/>
    <w:hidden/>
    <w:uiPriority w:val="99"/>
    <w:semiHidden/>
    <w:rsid w:val="00D2041F"/>
    <w:rPr>
      <w:rFonts w:ascii="ＭＳ 明朝" w:hAnsi="ＭＳ 明朝" w:cstheme="minorBidi"/>
      <w:kern w:val="2"/>
      <w:sz w:val="24"/>
      <w:szCs w:val="21"/>
    </w:rPr>
  </w:style>
  <w:style w:type="table" w:styleId="ae">
    <w:name w:val="Table Grid"/>
    <w:aliases w:val="表 (会議録)"/>
    <w:basedOn w:val="a3"/>
    <w:uiPriority w:val="39"/>
    <w:rsid w:val="00D2041F"/>
    <w:rPr>
      <w:rFonts w:asciiTheme="minorHAnsi" w:eastAsiaTheme="minorEastAsia" w:hAnsiTheme="minorHAnsi" w:cstheme="minorBidi"/>
      <w:kern w:val="2"/>
      <w:sz w:val="21"/>
      <w:szCs w:val="21"/>
    </w:rPr>
    <w:tblPr>
      <w:tblBorders>
        <w:bottom w:val="single" w:sz="4" w:space="0" w:color="auto"/>
        <w:insideH w:val="single" w:sz="4" w:space="0" w:color="auto"/>
        <w:insideV w:val="single" w:sz="4" w:space="0" w:color="auto"/>
      </w:tblBorders>
    </w:tblPr>
  </w:style>
  <w:style w:type="paragraph" w:styleId="af">
    <w:name w:val="Note Heading"/>
    <w:basedOn w:val="a0"/>
    <w:next w:val="a0"/>
    <w:link w:val="af0"/>
    <w:uiPriority w:val="99"/>
    <w:rsid w:val="00D2041F"/>
    <w:pPr>
      <w:jc w:val="center"/>
    </w:pPr>
  </w:style>
  <w:style w:type="character" w:customStyle="1" w:styleId="af0">
    <w:name w:val="記 (文字)"/>
    <w:basedOn w:val="a2"/>
    <w:link w:val="af"/>
    <w:uiPriority w:val="99"/>
    <w:rsid w:val="00D2041F"/>
    <w:rPr>
      <w:rFonts w:asciiTheme="minorHAnsi" w:eastAsiaTheme="minorEastAsia" w:hAnsiTheme="minorHAnsi" w:cstheme="minorBidi"/>
      <w:kern w:val="2"/>
      <w:sz w:val="21"/>
      <w:szCs w:val="21"/>
    </w:rPr>
  </w:style>
  <w:style w:type="paragraph" w:styleId="af1">
    <w:name w:val="Closing"/>
    <w:basedOn w:val="a0"/>
    <w:link w:val="af2"/>
    <w:uiPriority w:val="99"/>
    <w:unhideWhenUsed/>
    <w:rsid w:val="00D2041F"/>
    <w:pPr>
      <w:jc w:val="right"/>
    </w:pPr>
  </w:style>
  <w:style w:type="character" w:customStyle="1" w:styleId="af2">
    <w:name w:val="結語 (文字)"/>
    <w:basedOn w:val="a2"/>
    <w:link w:val="af1"/>
    <w:uiPriority w:val="99"/>
    <w:rsid w:val="00D2041F"/>
    <w:rPr>
      <w:rFonts w:asciiTheme="minorHAnsi" w:eastAsiaTheme="minorEastAsia" w:hAnsiTheme="minorHAnsi" w:cstheme="minorBidi"/>
      <w:kern w:val="2"/>
      <w:sz w:val="21"/>
      <w:szCs w:val="21"/>
    </w:rPr>
  </w:style>
  <w:style w:type="paragraph" w:styleId="af3">
    <w:name w:val="Subtitle"/>
    <w:basedOn w:val="a0"/>
    <w:next w:val="a0"/>
    <w:link w:val="af4"/>
    <w:uiPriority w:val="11"/>
    <w:qFormat/>
    <w:rsid w:val="00D2041F"/>
    <w:pPr>
      <w:jc w:val="center"/>
      <w:outlineLvl w:val="1"/>
    </w:pPr>
    <w:rPr>
      <w:sz w:val="24"/>
      <w:szCs w:val="24"/>
    </w:rPr>
  </w:style>
  <w:style w:type="character" w:customStyle="1" w:styleId="af4">
    <w:name w:val="副題 (文字)"/>
    <w:basedOn w:val="a2"/>
    <w:link w:val="af3"/>
    <w:uiPriority w:val="11"/>
    <w:rsid w:val="00D2041F"/>
    <w:rPr>
      <w:rFonts w:asciiTheme="minorHAnsi" w:eastAsiaTheme="minorEastAsia" w:hAnsiTheme="minorHAnsi" w:cstheme="minorBidi"/>
      <w:kern w:val="2"/>
      <w:sz w:val="24"/>
      <w:szCs w:val="24"/>
    </w:rPr>
  </w:style>
  <w:style w:type="paragraph" w:customStyle="1" w:styleId="af5">
    <w:name w:val="印座"/>
    <w:basedOn w:val="a0"/>
    <w:qFormat/>
    <w:rsid w:val="00D2041F"/>
    <w:pPr>
      <w:jc w:val="distribute"/>
    </w:pPr>
  </w:style>
  <w:style w:type="paragraph" w:styleId="af6">
    <w:name w:val="Title"/>
    <w:basedOn w:val="af7"/>
    <w:next w:val="af8"/>
    <w:link w:val="af9"/>
    <w:uiPriority w:val="10"/>
    <w:qFormat/>
    <w:rsid w:val="00D2041F"/>
    <w:pPr>
      <w:jc w:val="center"/>
      <w:outlineLvl w:val="0"/>
    </w:pPr>
    <w:rPr>
      <w:rFonts w:asciiTheme="majorHAnsi" w:eastAsiaTheme="majorEastAsia" w:hAnsiTheme="majorHAnsi" w:cstheme="majorBidi"/>
      <w:szCs w:val="32"/>
    </w:rPr>
  </w:style>
  <w:style w:type="character" w:customStyle="1" w:styleId="af9">
    <w:name w:val="表題 (文字)"/>
    <w:basedOn w:val="a2"/>
    <w:link w:val="af6"/>
    <w:uiPriority w:val="10"/>
    <w:rsid w:val="00D2041F"/>
    <w:rPr>
      <w:rFonts w:asciiTheme="majorHAnsi" w:eastAsiaTheme="majorEastAsia" w:hAnsiTheme="majorHAnsi" w:cstheme="majorBidi"/>
      <w:kern w:val="2"/>
      <w:sz w:val="21"/>
      <w:szCs w:val="32"/>
    </w:rPr>
  </w:style>
  <w:style w:type="numbering" w:customStyle="1" w:styleId="a">
    <w:name w:val="行政文書"/>
    <w:uiPriority w:val="99"/>
    <w:rsid w:val="00D2041F"/>
    <w:pPr>
      <w:numPr>
        <w:numId w:val="2"/>
      </w:numPr>
    </w:pPr>
  </w:style>
  <w:style w:type="paragraph" w:customStyle="1" w:styleId="30">
    <w:name w:val="本文字下げ 3"/>
    <w:basedOn w:val="20"/>
    <w:qFormat/>
    <w:rsid w:val="00D2041F"/>
    <w:pPr>
      <w:ind w:leftChars="300" w:left="630"/>
    </w:pPr>
  </w:style>
  <w:style w:type="paragraph" w:styleId="af7">
    <w:name w:val="Body Text"/>
    <w:basedOn w:val="a0"/>
    <w:link w:val="afa"/>
    <w:uiPriority w:val="99"/>
    <w:rsid w:val="00D2041F"/>
    <w:pPr>
      <w:autoSpaceDE w:val="0"/>
      <w:autoSpaceDN w:val="0"/>
    </w:pPr>
  </w:style>
  <w:style w:type="character" w:customStyle="1" w:styleId="afa">
    <w:name w:val="本文 (文字)"/>
    <w:basedOn w:val="a2"/>
    <w:link w:val="af7"/>
    <w:uiPriority w:val="99"/>
    <w:rsid w:val="00D2041F"/>
    <w:rPr>
      <w:rFonts w:asciiTheme="minorHAnsi" w:eastAsiaTheme="minorEastAsia" w:hAnsiTheme="minorHAnsi" w:cstheme="minorBidi"/>
      <w:kern w:val="2"/>
      <w:sz w:val="21"/>
      <w:szCs w:val="21"/>
    </w:rPr>
  </w:style>
  <w:style w:type="paragraph" w:styleId="a1">
    <w:name w:val="Body Text First Indent"/>
    <w:basedOn w:val="af7"/>
    <w:link w:val="afb"/>
    <w:uiPriority w:val="99"/>
    <w:rsid w:val="00D2041F"/>
    <w:pPr>
      <w:ind w:leftChars="100" w:left="210" w:firstLineChars="100" w:firstLine="210"/>
    </w:pPr>
  </w:style>
  <w:style w:type="character" w:customStyle="1" w:styleId="afb">
    <w:name w:val="本文字下げ (文字)"/>
    <w:basedOn w:val="afa"/>
    <w:link w:val="a1"/>
    <w:uiPriority w:val="99"/>
    <w:rsid w:val="00D2041F"/>
    <w:rPr>
      <w:rFonts w:asciiTheme="minorHAnsi" w:eastAsiaTheme="minorEastAsia" w:hAnsiTheme="minorHAnsi" w:cstheme="minorBidi"/>
      <w:kern w:val="2"/>
      <w:sz w:val="21"/>
      <w:szCs w:val="21"/>
    </w:rPr>
  </w:style>
  <w:style w:type="paragraph" w:styleId="afc">
    <w:name w:val="Body Text Indent"/>
    <w:basedOn w:val="a0"/>
    <w:link w:val="afd"/>
    <w:uiPriority w:val="99"/>
    <w:semiHidden/>
    <w:unhideWhenUsed/>
    <w:rsid w:val="00D2041F"/>
    <w:pPr>
      <w:ind w:leftChars="400" w:left="851"/>
    </w:pPr>
  </w:style>
  <w:style w:type="character" w:customStyle="1" w:styleId="afd">
    <w:name w:val="本文インデント (文字)"/>
    <w:basedOn w:val="a2"/>
    <w:link w:val="afc"/>
    <w:uiPriority w:val="99"/>
    <w:semiHidden/>
    <w:rsid w:val="00D2041F"/>
    <w:rPr>
      <w:rFonts w:asciiTheme="minorHAnsi" w:eastAsiaTheme="minorEastAsia" w:hAnsiTheme="minorHAnsi" w:cstheme="minorBidi"/>
      <w:kern w:val="2"/>
      <w:sz w:val="21"/>
      <w:szCs w:val="21"/>
    </w:rPr>
  </w:style>
  <w:style w:type="paragraph" w:styleId="20">
    <w:name w:val="Body Text First Indent 2"/>
    <w:basedOn w:val="a1"/>
    <w:link w:val="22"/>
    <w:uiPriority w:val="99"/>
    <w:rsid w:val="00D2041F"/>
    <w:pPr>
      <w:ind w:leftChars="200" w:left="420"/>
    </w:pPr>
  </w:style>
  <w:style w:type="character" w:customStyle="1" w:styleId="22">
    <w:name w:val="本文字下げ 2 (文字)"/>
    <w:basedOn w:val="afd"/>
    <w:link w:val="20"/>
    <w:uiPriority w:val="99"/>
    <w:rsid w:val="00D2041F"/>
    <w:rPr>
      <w:rFonts w:asciiTheme="minorHAnsi" w:eastAsiaTheme="minorEastAsia" w:hAnsiTheme="minorHAnsi" w:cstheme="minorBidi"/>
      <w:kern w:val="2"/>
      <w:sz w:val="21"/>
      <w:szCs w:val="21"/>
    </w:rPr>
  </w:style>
  <w:style w:type="paragraph" w:customStyle="1" w:styleId="40">
    <w:name w:val="本文字下げ 4"/>
    <w:basedOn w:val="30"/>
    <w:qFormat/>
    <w:rsid w:val="00D2041F"/>
    <w:pPr>
      <w:ind w:leftChars="400" w:left="840"/>
    </w:pPr>
  </w:style>
  <w:style w:type="paragraph" w:customStyle="1" w:styleId="50">
    <w:name w:val="本文字下げ 5"/>
    <w:basedOn w:val="40"/>
    <w:qFormat/>
    <w:rsid w:val="00D2041F"/>
    <w:pPr>
      <w:ind w:leftChars="500" w:left="1050"/>
    </w:pPr>
  </w:style>
  <w:style w:type="paragraph" w:customStyle="1" w:styleId="60">
    <w:name w:val="本文字下げ 6"/>
    <w:basedOn w:val="50"/>
    <w:qFormat/>
    <w:rsid w:val="00D2041F"/>
    <w:pPr>
      <w:ind w:leftChars="600" w:left="1260"/>
    </w:pPr>
  </w:style>
  <w:style w:type="paragraph" w:styleId="afe">
    <w:name w:val="Date"/>
    <w:basedOn w:val="a0"/>
    <w:next w:val="a0"/>
    <w:link w:val="aff"/>
    <w:uiPriority w:val="99"/>
    <w:semiHidden/>
    <w:unhideWhenUsed/>
    <w:rsid w:val="00D2041F"/>
  </w:style>
  <w:style w:type="character" w:customStyle="1" w:styleId="aff">
    <w:name w:val="日付 (文字)"/>
    <w:basedOn w:val="a2"/>
    <w:link w:val="afe"/>
    <w:uiPriority w:val="99"/>
    <w:semiHidden/>
    <w:rsid w:val="00D2041F"/>
    <w:rPr>
      <w:rFonts w:asciiTheme="minorHAnsi" w:eastAsiaTheme="minorEastAsia" w:hAnsiTheme="minorHAnsi" w:cstheme="minorBidi"/>
      <w:kern w:val="2"/>
      <w:sz w:val="21"/>
      <w:szCs w:val="21"/>
    </w:rPr>
  </w:style>
  <w:style w:type="paragraph" w:customStyle="1" w:styleId="aff0">
    <w:name w:val="文書番号"/>
    <w:basedOn w:val="af7"/>
    <w:qFormat/>
    <w:rsid w:val="00D2041F"/>
    <w:pPr>
      <w:ind w:rightChars="100" w:right="210"/>
      <w:jc w:val="right"/>
    </w:pPr>
  </w:style>
  <w:style w:type="paragraph" w:customStyle="1" w:styleId="aff1">
    <w:name w:val="あて先名"/>
    <w:basedOn w:val="af7"/>
    <w:qFormat/>
    <w:rsid w:val="00D2041F"/>
    <w:pPr>
      <w:ind w:leftChars="200" w:left="630" w:hangingChars="100" w:hanging="210"/>
      <w:jc w:val="left"/>
    </w:pPr>
  </w:style>
  <w:style w:type="paragraph" w:customStyle="1" w:styleId="aff2">
    <w:name w:val="発信者名"/>
    <w:basedOn w:val="af7"/>
    <w:qFormat/>
    <w:rsid w:val="00D2041F"/>
    <w:pPr>
      <w:ind w:left="210" w:rightChars="600" w:right="1260" w:hanging="210"/>
      <w:jc w:val="right"/>
    </w:pPr>
  </w:style>
  <w:style w:type="paragraph" w:customStyle="1" w:styleId="af8">
    <w:name w:val="本文字下げ（メイン）"/>
    <w:basedOn w:val="a1"/>
    <w:qFormat/>
    <w:rsid w:val="00D2041F"/>
    <w:pPr>
      <w:ind w:leftChars="0" w:left="0"/>
    </w:pPr>
  </w:style>
  <w:style w:type="paragraph" w:customStyle="1" w:styleId="aff3">
    <w:name w:val="連絡先"/>
    <w:basedOn w:val="af7"/>
    <w:qFormat/>
    <w:rsid w:val="00D2041F"/>
    <w:pPr>
      <w:ind w:rightChars="100" w:right="100"/>
      <w:jc w:val="right"/>
    </w:pPr>
  </w:style>
  <w:style w:type="paragraph" w:customStyle="1" w:styleId="aff4">
    <w:name w:val="本文(中央揃え)"/>
    <w:basedOn w:val="af7"/>
    <w:qFormat/>
    <w:rsid w:val="00D2041F"/>
    <w:pPr>
      <w:jc w:val="center"/>
    </w:pPr>
  </w:style>
  <w:style w:type="paragraph" w:customStyle="1" w:styleId="23">
    <w:name w:val="本文(ぶら下げ2)"/>
    <w:basedOn w:val="af7"/>
    <w:qFormat/>
    <w:rsid w:val="00D2041F"/>
    <w:pPr>
      <w:ind w:left="420" w:hangingChars="200" w:hanging="420"/>
    </w:pPr>
  </w:style>
  <w:style w:type="paragraph" w:customStyle="1" w:styleId="11">
    <w:name w:val="本文(ぶら下げ1)"/>
    <w:basedOn w:val="23"/>
    <w:qFormat/>
    <w:rsid w:val="00D2041F"/>
    <w:pPr>
      <w:ind w:left="210" w:hangingChars="100" w:hanging="210"/>
    </w:pPr>
  </w:style>
  <w:style w:type="numbering" w:customStyle="1" w:styleId="110">
    <w:name w:val="見出し1(10以上)"/>
    <w:uiPriority w:val="99"/>
    <w:rsid w:val="00D2041F"/>
    <w:pPr>
      <w:numPr>
        <w:numId w:val="11"/>
      </w:numPr>
    </w:pPr>
  </w:style>
  <w:style w:type="character" w:customStyle="1" w:styleId="UnresolvedMention">
    <w:name w:val="Unresolved Mention"/>
    <w:basedOn w:val="a2"/>
    <w:uiPriority w:val="99"/>
    <w:semiHidden/>
    <w:unhideWhenUsed/>
    <w:rsid w:val="00251B8C"/>
    <w:rPr>
      <w:color w:val="605E5C"/>
      <w:shd w:val="clear" w:color="auto" w:fill="E1DFDD"/>
    </w:rPr>
  </w:style>
  <w:style w:type="paragraph" w:customStyle="1" w:styleId="Default">
    <w:name w:val="Default"/>
    <w:rsid w:val="00D2041F"/>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customStyle="1" w:styleId="13">
    <w:name w:val="本文(ぶら下げ1インデント3字)"/>
    <w:basedOn w:val="11"/>
    <w:qFormat/>
    <w:rsid w:val="00102629"/>
    <w:pPr>
      <w:ind w:leftChars="3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160978800\OneDrive%20-%20&#24859;&#30693;&#30476;&#32207;&#21512;&#25945;&#32946;&#12475;&#12531;&#12479;&#12540;\ICT\&#25991;&#26360;&#12398;ICT&#25512;&#36914;\&#34892;&#25919;&#25991;&#26360;&#12486;&#12531;&#12503;&#12524;&#12540;&#12488;&#25913;.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D明朝">
      <a:majorFont>
        <a:latin typeface="BIZ UD明朝 Medium"/>
        <a:ea typeface="BIZ UD明朝 Medium"/>
        <a:cs typeface=""/>
      </a:majorFont>
      <a:minorFont>
        <a:latin typeface="BIZ UD明朝 Medium"/>
        <a:ea typeface="BIZ UD明朝 Medium"/>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b0d5c60-b233-4393-99c5-d953cba3dd68" xsi:nil="true"/>
    <lcf76f155ced4ddcb4097134ff3c332f xmlns="c5c0e4aa-98b0-495a-8ff3-c9eb596233e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00BA77DA25A1A438343C8CB97AA27D4" ma:contentTypeVersion="9" ma:contentTypeDescription="新しいドキュメントを作成します。" ma:contentTypeScope="" ma:versionID="394f5c48601a1e1f4308143b3ead5f60">
  <xsd:schema xmlns:xsd="http://www.w3.org/2001/XMLSchema" xmlns:xs="http://www.w3.org/2001/XMLSchema" xmlns:p="http://schemas.microsoft.com/office/2006/metadata/properties" xmlns:ns2="c5c0e4aa-98b0-495a-8ff3-c9eb596233ed" xmlns:ns3="db0d5c60-b233-4393-99c5-d953cba3dd68" targetNamespace="http://schemas.microsoft.com/office/2006/metadata/properties" ma:root="true" ma:fieldsID="5d5ff5b31008e4b6c3fe58749ab0b88f" ns2:_="" ns3:_="">
    <xsd:import namespace="c5c0e4aa-98b0-495a-8ff3-c9eb596233ed"/>
    <xsd:import namespace="db0d5c60-b233-4393-99c5-d953cba3dd6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0e4aa-98b0-495a-8ff3-c9eb596233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7f3e83c-7c99-4654-beff-dfca415a29f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0d5c60-b233-4393-99c5-d953cba3dd6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caf1b60-54c4-4ffd-a837-2120cddc5be9}" ma:internalName="TaxCatchAll" ma:showField="CatchAllData" ma:web="db0d5c60-b233-4393-99c5-d953cba3dd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D2CDF9-3B3D-4A99-98B6-279E6E437614}">
  <ds:schemaRefs>
    <ds:schemaRef ds:uri="http://purl.org/dc/dcmitype/"/>
    <ds:schemaRef ds:uri="db0d5c60-b233-4393-99c5-d953cba3dd68"/>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c5c0e4aa-98b0-495a-8ff3-c9eb596233ed"/>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033F9FF-11C3-4EEE-BB39-E121F9B5B4FD}">
  <ds:schemaRefs>
    <ds:schemaRef ds:uri="http://schemas.microsoft.com/sharepoint/v3/contenttype/forms"/>
  </ds:schemaRefs>
</ds:datastoreItem>
</file>

<file path=customXml/itemProps3.xml><?xml version="1.0" encoding="utf-8"?>
<ds:datastoreItem xmlns:ds="http://schemas.openxmlformats.org/officeDocument/2006/customXml" ds:itemID="{C0E42585-9601-4B19-8300-418D75E8F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c0e4aa-98b0-495a-8ff3-c9eb596233ed"/>
    <ds:schemaRef ds:uri="db0d5c60-b233-4393-99c5-d953cba3dd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行政文書テンプレート改.dotx</Template>
  <TotalTime>294</TotalTime>
  <Pages>3</Pages>
  <Words>1415</Words>
  <Characters>432</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平成２６年度　第２８回総会・研究協議会（案）について</vt:lpstr>
      <vt:lpstr>平成２６年度　第２８回総会・研究協議会（案）について</vt:lpstr>
    </vt:vector>
  </TitlesOfParts>
  <Company>兵庫県立姫路工業高等学校</Company>
  <LinksUpToDate>false</LinksUpToDate>
  <CharactersWithSpaces>1844</CharactersWithSpaces>
  <SharedDoc>false</SharedDoc>
  <HLinks>
    <vt:vector size="6" baseType="variant">
      <vt:variant>
        <vt:i4>4718622</vt:i4>
      </vt:variant>
      <vt:variant>
        <vt:i4>0</vt:i4>
      </vt:variant>
      <vt:variant>
        <vt:i4>0</vt:i4>
      </vt:variant>
      <vt:variant>
        <vt:i4>5</vt:i4>
      </vt:variant>
      <vt:variant>
        <vt:lpwstr>mailto:yasuhiro_k_a_w_a_i@yahoo.co.jp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平成２６年度　第２８回総会・研究協議会（案）について</dc:title>
  <dc:creator>naotaka</dc:creator>
  <cp:lastModifiedBy>菅沼 俊一</cp:lastModifiedBy>
  <cp:revision>144</cp:revision>
  <cp:lastPrinted>2023-06-20T01:20:00Z</cp:lastPrinted>
  <dcterms:created xsi:type="dcterms:W3CDTF">2022-06-05T06:50:00Z</dcterms:created>
  <dcterms:modified xsi:type="dcterms:W3CDTF">2023-06-29T23:17:00Z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0x010100D00BA77DA25A1A438343C8CB97AA27D4</vt:lpwstr>
  </property>
</Properties>
</file>